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495CEA2B" w14:textId="77777777" w:rsidTr="00936F47">
        <w:tc>
          <w:tcPr>
            <w:tcW w:w="1299" w:type="dxa"/>
          </w:tcPr>
          <w:p w14:paraId="46293A55" w14:textId="77777777" w:rsidR="00757AC7" w:rsidRPr="009A633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A633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36AFA14D" w14:textId="77777777" w:rsidR="00757AC7" w:rsidRPr="009A633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A633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0ACBD953" w14:textId="77777777" w:rsidR="00757AC7" w:rsidRPr="009A6335" w:rsidRDefault="00757AC7" w:rsidP="000563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150E3" w14:paraId="7496176F" w14:textId="77777777" w:rsidTr="009A6335">
        <w:tc>
          <w:tcPr>
            <w:tcW w:w="1299" w:type="dxa"/>
          </w:tcPr>
          <w:p w14:paraId="6015A9C4" w14:textId="503748A2" w:rsidR="000150E3" w:rsidRPr="009A6335" w:rsidRDefault="000150E3" w:rsidP="000150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02710440</w:t>
            </w:r>
          </w:p>
        </w:tc>
        <w:tc>
          <w:tcPr>
            <w:tcW w:w="2310" w:type="dxa"/>
          </w:tcPr>
          <w:p w14:paraId="38996B34" w14:textId="77777777" w:rsidR="000150E3" w:rsidRPr="009A6335" w:rsidRDefault="000150E3" w:rsidP="000150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Collettore solare</w:t>
            </w:r>
          </w:p>
          <w:p w14:paraId="3A1EA443" w14:textId="70B28E84" w:rsidR="000150E3" w:rsidRPr="009A6335" w:rsidRDefault="000150E3" w:rsidP="000150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Arcobaleno SXM</w:t>
            </w:r>
          </w:p>
        </w:tc>
        <w:tc>
          <w:tcPr>
            <w:tcW w:w="5889" w:type="dxa"/>
          </w:tcPr>
          <w:p w14:paraId="0D125BFC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 xml:space="preserve">Collettore solare termico piano con superficie selettiva, </w:t>
            </w:r>
            <w:r>
              <w:rPr>
                <w:rFonts w:ascii="Poppins" w:hAnsi="Poppins" w:cs="Poppins"/>
                <w:sz w:val="20"/>
              </w:rPr>
              <w:t>e</w:t>
            </w:r>
            <w:r w:rsidRPr="009A6335">
              <w:rPr>
                <w:rFonts w:ascii="Poppins" w:hAnsi="Poppins" w:cs="Poppins"/>
                <w:sz w:val="20"/>
              </w:rPr>
              <w:t xml:space="preserve"> quattro attacchi.</w:t>
            </w:r>
          </w:p>
          <w:p w14:paraId="145F9A1B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A7C331" w14:textId="77777777" w:rsidR="000150E3" w:rsidRPr="00575AA2" w:rsidRDefault="000150E3" w:rsidP="000150E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75AA2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8F81048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Superficie captante: piastra unica in alluminio spessore 0,3 mm con rivestimento altamente selettivo con saldatura al laser.</w:t>
            </w:r>
          </w:p>
          <w:p w14:paraId="0F958010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 xml:space="preserve">Tubi: 12 tubi in rame, Ø 8 mm, spessore 0,4 mm </w:t>
            </w:r>
          </w:p>
          <w:p w14:paraId="755E9A7C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Collettore: tubo di rame Ø 22 mm e spessore 0,8 mm</w:t>
            </w:r>
          </w:p>
          <w:p w14:paraId="49597B7C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Attacchi: tubo in rame Ø 22 mm</w:t>
            </w:r>
          </w:p>
          <w:p w14:paraId="08E32861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Isolamento: pannello in lana di roccia spessore 30 mm</w:t>
            </w:r>
          </w:p>
          <w:p w14:paraId="0D90CD09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Alloggiamento collettore: telaio in alluminio</w:t>
            </w:r>
          </w:p>
          <w:p w14:paraId="071683CD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Copertura: vetro “low ironed” temperato trasparente, spessore 3,2 mm</w:t>
            </w:r>
          </w:p>
          <w:p w14:paraId="05CB056D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Fondo: lamiera in alluminio</w:t>
            </w:r>
          </w:p>
          <w:p w14:paraId="589BD1AE" w14:textId="77777777" w:rsidR="000150E3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Guarnizione: silicone bicomponente</w:t>
            </w:r>
          </w:p>
          <w:p w14:paraId="6CC7EB0E" w14:textId="77777777" w:rsidR="000150E3" w:rsidRPr="00243D1E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243D1E">
              <w:rPr>
                <w:rFonts w:ascii="Poppins" w:hAnsi="Poppins" w:cs="Poppins"/>
              </w:rPr>
              <w:t>Portasonda di serie</w:t>
            </w:r>
          </w:p>
          <w:p w14:paraId="4C917909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DD3F57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D3A3C0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lorda 2,34 m</w:t>
            </w:r>
            <w:r>
              <w:rPr>
                <w:rFonts w:ascii="Poppins" w:hAnsi="Poppins" w:cs="Poppins"/>
              </w:rPr>
              <w:t>2</w:t>
            </w:r>
          </w:p>
          <w:p w14:paraId="273DF0F7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di apertura (netta) 2,24 m</w:t>
            </w:r>
            <w:r>
              <w:rPr>
                <w:rFonts w:ascii="Poppins" w:hAnsi="Poppins" w:cs="Poppins"/>
              </w:rPr>
              <w:t>2</w:t>
            </w:r>
          </w:p>
          <w:p w14:paraId="0E520302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assorbitore 2,14 m</w:t>
            </w:r>
            <w:r>
              <w:rPr>
                <w:rFonts w:ascii="Poppins" w:hAnsi="Poppins" w:cs="Poppins"/>
              </w:rPr>
              <w:t>2</w:t>
            </w:r>
          </w:p>
          <w:p w14:paraId="7B4A1DF1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Contenuto fluido 1,6 litri</w:t>
            </w:r>
          </w:p>
          <w:p w14:paraId="656BABEC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Temperatura di stagnazione: 210 °C</w:t>
            </w:r>
          </w:p>
          <w:p w14:paraId="6EAF62DC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Pressione massima di esercizio 10 bar</w:t>
            </w:r>
          </w:p>
          <w:p w14:paraId="597081DD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Dimensioni LxHxP: 1170x2000x73 mm</w:t>
            </w:r>
          </w:p>
          <w:p w14:paraId="4C32E383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Cambria" w:hAnsi="Cambria" w:cs="Cambria"/>
              </w:rPr>
              <w:t>η</w:t>
            </w:r>
            <w:r w:rsidRPr="009A6335">
              <w:rPr>
                <w:rFonts w:ascii="Poppins" w:hAnsi="Poppins" w:cs="Poppins"/>
                <w:vertAlign w:val="subscript"/>
              </w:rPr>
              <w:t>0a</w:t>
            </w:r>
            <w:r w:rsidRPr="009A6335">
              <w:rPr>
                <w:rFonts w:ascii="Poppins" w:hAnsi="Poppins" w:cs="Poppins"/>
              </w:rPr>
              <w:t xml:space="preserve"> = 0,733</w:t>
            </w:r>
          </w:p>
          <w:p w14:paraId="574EE577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1a</w:t>
            </w:r>
            <w:r w:rsidRPr="009A6335">
              <w:rPr>
                <w:rFonts w:ascii="Poppins" w:hAnsi="Poppins" w:cs="Poppins"/>
                <w:lang w:val="en-US"/>
              </w:rPr>
              <w:t xml:space="preserve"> = 4,269 W/</w:t>
            </w:r>
            <w:r>
              <w:rPr>
                <w:rFonts w:ascii="Poppins" w:hAnsi="Poppins" w:cs="Poppins"/>
                <w:lang w:val="en-US"/>
              </w:rPr>
              <w:t>m2</w:t>
            </w:r>
            <w:r w:rsidRPr="009A6335">
              <w:rPr>
                <w:rFonts w:ascii="Poppins" w:hAnsi="Poppins" w:cs="Poppins"/>
                <w:lang w:val="en-US"/>
              </w:rPr>
              <w:t>K</w:t>
            </w:r>
          </w:p>
          <w:p w14:paraId="08C5EE03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2a</w:t>
            </w:r>
            <w:r w:rsidRPr="009A6335">
              <w:rPr>
                <w:rFonts w:ascii="Poppins" w:hAnsi="Poppins" w:cs="Poppins"/>
                <w:lang w:val="en-US"/>
              </w:rPr>
              <w:t xml:space="preserve"> = 0,0143 W/m</w:t>
            </w:r>
            <w:r>
              <w:rPr>
                <w:rFonts w:ascii="Poppins" w:hAnsi="Poppins" w:cs="Poppins"/>
                <w:lang w:val="en-US"/>
              </w:rPr>
              <w:t>2K2</w:t>
            </w:r>
          </w:p>
          <w:p w14:paraId="2C488C28" w14:textId="77777777" w:rsidR="000150E3" w:rsidRPr="009A6335" w:rsidRDefault="000150E3" w:rsidP="000150E3">
            <w:pPr>
              <w:pStyle w:val="Paragrafoelenco"/>
              <w:ind w:left="720"/>
              <w:jc w:val="both"/>
              <w:rPr>
                <w:rFonts w:ascii="Poppins" w:hAnsi="Poppins" w:cs="Poppins"/>
                <w:lang w:val="en-US"/>
              </w:rPr>
            </w:pPr>
          </w:p>
          <w:p w14:paraId="7635B4AB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Valori relativi ad incidenza normale I= 1000 W/m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9A6335">
              <w:rPr>
                <w:rFonts w:ascii="Poppins" w:hAnsi="Poppins" w:cs="Poppins"/>
                <w:sz w:val="20"/>
                <w:vertAlign w:val="superscript"/>
              </w:rPr>
              <w:t xml:space="preserve"> </w:t>
            </w:r>
            <w:r w:rsidRPr="009A6335">
              <w:rPr>
                <w:rFonts w:ascii="Poppins" w:hAnsi="Poppins" w:cs="Poppins"/>
                <w:sz w:val="20"/>
              </w:rPr>
              <w:t>e riferiti alla superficie di apertura (netta).</w:t>
            </w:r>
          </w:p>
          <w:p w14:paraId="0560F1AC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Conforme norma EN 12975-1 con test di efficienza in accordo alla norma EN 12975-2.</w:t>
            </w:r>
          </w:p>
          <w:p w14:paraId="7323F62C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Certificazione Solar Keymark.</w:t>
            </w:r>
          </w:p>
          <w:p w14:paraId="1D5320BB" w14:textId="77777777" w:rsidR="000150E3" w:rsidRPr="009A6335" w:rsidRDefault="000150E3" w:rsidP="000150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9072EF" w14:textId="2FE2B7AF" w:rsidR="000150E3" w:rsidRPr="009A6335" w:rsidRDefault="000150E3" w:rsidP="000150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>
              <w:rPr>
                <w:rFonts w:ascii="Poppins" w:hAnsi="Poppins" w:cs="Poppins"/>
                <w:b/>
                <w:sz w:val="20"/>
              </w:rPr>
              <w:t xml:space="preserve">Collettore solare </w:t>
            </w:r>
            <w:r w:rsidRPr="009A6335">
              <w:rPr>
                <w:rFonts w:ascii="Poppins" w:hAnsi="Poppins" w:cs="Poppins"/>
                <w:b/>
                <w:sz w:val="20"/>
              </w:rPr>
              <w:t>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150E3" w14:paraId="0B08BE44" w14:textId="77777777" w:rsidTr="009A6335">
        <w:tc>
          <w:tcPr>
            <w:tcW w:w="1299" w:type="dxa"/>
            <w:hideMark/>
          </w:tcPr>
          <w:p w14:paraId="0D91C1AE" w14:textId="77777777" w:rsidR="000150E3" w:rsidRPr="009A6335" w:rsidRDefault="000150E3" w:rsidP="000150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lastRenderedPageBreak/>
              <w:t>02710441</w:t>
            </w:r>
          </w:p>
        </w:tc>
        <w:tc>
          <w:tcPr>
            <w:tcW w:w="2310" w:type="dxa"/>
            <w:hideMark/>
          </w:tcPr>
          <w:p w14:paraId="2BBFF945" w14:textId="77777777" w:rsidR="000150E3" w:rsidRPr="009A6335" w:rsidRDefault="000150E3" w:rsidP="000150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Collettore solare</w:t>
            </w:r>
          </w:p>
          <w:p w14:paraId="7ECA9A5D" w14:textId="3ACAD9F6" w:rsidR="000150E3" w:rsidRPr="009A6335" w:rsidRDefault="000150E3" w:rsidP="000150E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Arcobaleno SXM</w:t>
            </w:r>
            <w:r w:rsidR="00177613">
              <w:rPr>
                <w:rFonts w:ascii="Poppins" w:hAnsi="Poppins" w:cs="Poppins"/>
                <w:bCs/>
                <w:sz w:val="20"/>
              </w:rPr>
              <w:t xml:space="preserve"> con imballo singolo</w:t>
            </w:r>
          </w:p>
        </w:tc>
        <w:tc>
          <w:tcPr>
            <w:tcW w:w="5889" w:type="dxa"/>
          </w:tcPr>
          <w:p w14:paraId="3D90DADF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 xml:space="preserve">Collettore solare termico piano con superficie selettiva, </w:t>
            </w:r>
            <w:r>
              <w:rPr>
                <w:rFonts w:ascii="Poppins" w:hAnsi="Poppins" w:cs="Poppins"/>
                <w:sz w:val="20"/>
              </w:rPr>
              <w:t>e</w:t>
            </w:r>
            <w:r w:rsidRPr="009A6335">
              <w:rPr>
                <w:rFonts w:ascii="Poppins" w:hAnsi="Poppins" w:cs="Poppins"/>
                <w:sz w:val="20"/>
              </w:rPr>
              <w:t xml:space="preserve"> quattro attacchi.</w:t>
            </w:r>
          </w:p>
          <w:p w14:paraId="3A93FC0A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CDB8A6" w14:textId="4EE5DA6E" w:rsidR="000150E3" w:rsidRPr="00575AA2" w:rsidRDefault="000150E3" w:rsidP="000150E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75AA2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792964DD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Superficie captante: piastra unica in alluminio spessore 0,3 mm con rivestimento altamente selettivo con saldatura al laser.</w:t>
            </w:r>
          </w:p>
          <w:p w14:paraId="440F79E8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 xml:space="preserve">Tubi: 12 tubi in rame, Ø 8 mm, spessore 0,4 mm </w:t>
            </w:r>
          </w:p>
          <w:p w14:paraId="20C48A6E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Collettore: tubo di rame Ø 22 mm e spessore 0,8 mm</w:t>
            </w:r>
          </w:p>
          <w:p w14:paraId="2EFF6CF0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Attacchi: tubo in rame Ø 22 mm</w:t>
            </w:r>
          </w:p>
          <w:p w14:paraId="1802F7E6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Isolamento: pannello in lana di roccia spessore 30 mm</w:t>
            </w:r>
          </w:p>
          <w:p w14:paraId="44ECFBAF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Alloggiamento collettore: telaio in alluminio</w:t>
            </w:r>
          </w:p>
          <w:p w14:paraId="52804D34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Copertura: vetro “low ironed” temperato trasparente, spessore 3,2 mm</w:t>
            </w:r>
          </w:p>
          <w:p w14:paraId="1F1E9B8F" w14:textId="77777777" w:rsidR="000150E3" w:rsidRPr="00566A97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Fondo: lamiera in alluminio</w:t>
            </w:r>
          </w:p>
          <w:p w14:paraId="7442845A" w14:textId="58322E02" w:rsidR="000150E3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566A97">
              <w:rPr>
                <w:rFonts w:ascii="Poppins" w:hAnsi="Poppins" w:cs="Poppins"/>
              </w:rPr>
              <w:t>Guarnizione: silicone bicomponente</w:t>
            </w:r>
          </w:p>
          <w:p w14:paraId="36DC74DF" w14:textId="36EB82FF" w:rsidR="000150E3" w:rsidRPr="00243D1E" w:rsidRDefault="000150E3" w:rsidP="000150E3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Poppins" w:hAnsi="Poppins" w:cs="Poppins"/>
              </w:rPr>
            </w:pPr>
            <w:r w:rsidRPr="00243D1E">
              <w:rPr>
                <w:rFonts w:ascii="Poppins" w:hAnsi="Poppins" w:cs="Poppins"/>
              </w:rPr>
              <w:t>Portasonda di serie</w:t>
            </w:r>
          </w:p>
          <w:p w14:paraId="427C525F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70EBAA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0DBAD7" w14:textId="65D7506D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lorda 2,34 m</w:t>
            </w:r>
            <w:r>
              <w:rPr>
                <w:rFonts w:ascii="Poppins" w:hAnsi="Poppins" w:cs="Poppins"/>
              </w:rPr>
              <w:t>2</w:t>
            </w:r>
          </w:p>
          <w:p w14:paraId="1AC59B08" w14:textId="2DA582F3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di apertura (netta) 2,24 m</w:t>
            </w:r>
            <w:r>
              <w:rPr>
                <w:rFonts w:ascii="Poppins" w:hAnsi="Poppins" w:cs="Poppins"/>
              </w:rPr>
              <w:t>2</w:t>
            </w:r>
          </w:p>
          <w:p w14:paraId="29D93BFA" w14:textId="20AE824F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assorbitore 2,14 m</w:t>
            </w:r>
            <w:r>
              <w:rPr>
                <w:rFonts w:ascii="Poppins" w:hAnsi="Poppins" w:cs="Poppins"/>
              </w:rPr>
              <w:t>2</w:t>
            </w:r>
          </w:p>
          <w:p w14:paraId="0DDEB6E5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Contenuto fluido 1,6 litri</w:t>
            </w:r>
          </w:p>
          <w:p w14:paraId="341B3733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Temperatura di stagnazione: 210 °C</w:t>
            </w:r>
          </w:p>
          <w:p w14:paraId="1321685C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Pressione massima di esercizio 10 bar</w:t>
            </w:r>
          </w:p>
          <w:p w14:paraId="03AD5A2E" w14:textId="0924E75D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Dimensioni LxHxP: 1170x2000x73 mm</w:t>
            </w:r>
          </w:p>
          <w:p w14:paraId="2C695880" w14:textId="7777777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Cambria" w:hAnsi="Cambria" w:cs="Cambria"/>
              </w:rPr>
              <w:t>η</w:t>
            </w:r>
            <w:r w:rsidRPr="009A6335">
              <w:rPr>
                <w:rFonts w:ascii="Poppins" w:hAnsi="Poppins" w:cs="Poppins"/>
                <w:vertAlign w:val="subscript"/>
              </w:rPr>
              <w:t>0a</w:t>
            </w:r>
            <w:r w:rsidRPr="009A6335">
              <w:rPr>
                <w:rFonts w:ascii="Poppins" w:hAnsi="Poppins" w:cs="Poppins"/>
              </w:rPr>
              <w:t xml:space="preserve"> = 0,733</w:t>
            </w:r>
          </w:p>
          <w:p w14:paraId="6074EC68" w14:textId="28976967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1a</w:t>
            </w:r>
            <w:r w:rsidRPr="009A6335">
              <w:rPr>
                <w:rFonts w:ascii="Poppins" w:hAnsi="Poppins" w:cs="Poppins"/>
                <w:lang w:val="en-US"/>
              </w:rPr>
              <w:t xml:space="preserve"> = 4,269 W/</w:t>
            </w:r>
            <w:r>
              <w:rPr>
                <w:rFonts w:ascii="Poppins" w:hAnsi="Poppins" w:cs="Poppins"/>
                <w:lang w:val="en-US"/>
              </w:rPr>
              <w:t>m2</w:t>
            </w:r>
            <w:r w:rsidRPr="009A6335">
              <w:rPr>
                <w:rFonts w:ascii="Poppins" w:hAnsi="Poppins" w:cs="Poppins"/>
                <w:lang w:val="en-US"/>
              </w:rPr>
              <w:t>K</w:t>
            </w:r>
          </w:p>
          <w:p w14:paraId="009E3DAF" w14:textId="56BF70BF" w:rsidR="000150E3" w:rsidRPr="009A6335" w:rsidRDefault="000150E3" w:rsidP="000150E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2a</w:t>
            </w:r>
            <w:r w:rsidRPr="009A6335">
              <w:rPr>
                <w:rFonts w:ascii="Poppins" w:hAnsi="Poppins" w:cs="Poppins"/>
                <w:lang w:val="en-US"/>
              </w:rPr>
              <w:t xml:space="preserve"> = 0,0143 W/m</w:t>
            </w:r>
            <w:r>
              <w:rPr>
                <w:rFonts w:ascii="Poppins" w:hAnsi="Poppins" w:cs="Poppins"/>
                <w:lang w:val="en-US"/>
              </w:rPr>
              <w:t>2K2</w:t>
            </w:r>
          </w:p>
          <w:p w14:paraId="51B10544" w14:textId="77777777" w:rsidR="000150E3" w:rsidRPr="009A6335" w:rsidRDefault="000150E3" w:rsidP="000150E3">
            <w:pPr>
              <w:pStyle w:val="Paragrafoelenco"/>
              <w:ind w:left="720"/>
              <w:jc w:val="both"/>
              <w:rPr>
                <w:rFonts w:ascii="Poppins" w:hAnsi="Poppins" w:cs="Poppins"/>
                <w:lang w:val="en-US"/>
              </w:rPr>
            </w:pPr>
          </w:p>
          <w:p w14:paraId="0F23DF5E" w14:textId="1F229CDA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Valori relativi ad incidenza normale I= 1000 W/m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9A6335">
              <w:rPr>
                <w:rFonts w:ascii="Poppins" w:hAnsi="Poppins" w:cs="Poppins"/>
                <w:sz w:val="20"/>
                <w:vertAlign w:val="superscript"/>
              </w:rPr>
              <w:t xml:space="preserve"> </w:t>
            </w:r>
            <w:r w:rsidRPr="009A6335">
              <w:rPr>
                <w:rFonts w:ascii="Poppins" w:hAnsi="Poppins" w:cs="Poppins"/>
                <w:sz w:val="20"/>
              </w:rPr>
              <w:t>e riferiti alla superficie di apertura (netta).</w:t>
            </w:r>
          </w:p>
          <w:p w14:paraId="6E3CDA09" w14:textId="77777777" w:rsidR="000150E3" w:rsidRPr="009A6335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Conforme norma EN 12975-1 con test di efficienza in accordo alla norma EN 12975-2.</w:t>
            </w:r>
          </w:p>
          <w:p w14:paraId="2F8570A6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Certificazione Solar Keymark.</w:t>
            </w:r>
          </w:p>
          <w:p w14:paraId="12B47230" w14:textId="77777777" w:rsidR="000150E3" w:rsidRDefault="000150E3" w:rsidP="000150E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C2A3FD" w14:textId="65D7E330" w:rsidR="000150E3" w:rsidRPr="009A6335" w:rsidRDefault="00177613" w:rsidP="000150E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Imballo singolo.</w:t>
            </w:r>
          </w:p>
          <w:p w14:paraId="2D3F6101" w14:textId="77777777" w:rsidR="000150E3" w:rsidRPr="009A6335" w:rsidRDefault="000150E3" w:rsidP="000150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3792EE3" w14:textId="49F766B5" w:rsidR="000150E3" w:rsidRPr="009A6335" w:rsidRDefault="000150E3" w:rsidP="000150E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lastRenderedPageBreak/>
              <w:t xml:space="preserve">Marca Emmeti - Modello </w:t>
            </w:r>
            <w:r w:rsidR="00177613">
              <w:rPr>
                <w:rFonts w:ascii="Poppins" w:hAnsi="Poppins" w:cs="Poppins"/>
                <w:b/>
                <w:sz w:val="20"/>
              </w:rPr>
              <w:t xml:space="preserve">Collettore solare 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Arcobaleno SXM </w:t>
            </w:r>
            <w:r w:rsidR="00177613">
              <w:rPr>
                <w:rFonts w:ascii="Poppins" w:hAnsi="Poppins" w:cs="Poppins"/>
                <w:b/>
                <w:sz w:val="20"/>
              </w:rPr>
              <w:t xml:space="preserve">con imballo singolo </w:t>
            </w:r>
            <w:r w:rsidRPr="009A633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160E4F24" w14:textId="77777777" w:rsidTr="009A6335">
        <w:tc>
          <w:tcPr>
            <w:tcW w:w="1299" w:type="dxa"/>
          </w:tcPr>
          <w:p w14:paraId="67779B7A" w14:textId="185A2D39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lastRenderedPageBreak/>
              <w:t>027101</w:t>
            </w:r>
            <w:r w:rsidR="00537E4C">
              <w:rPr>
                <w:rFonts w:ascii="Poppins" w:hAnsi="Poppins" w:cs="Poppins"/>
                <w:bCs/>
                <w:sz w:val="20"/>
              </w:rPr>
              <w:t>1</w:t>
            </w:r>
            <w:r w:rsidRPr="009A6335">
              <w:rPr>
                <w:rFonts w:ascii="Poppins" w:hAnsi="Poppins" w:cs="Poppins"/>
                <w:bCs/>
                <w:sz w:val="20"/>
              </w:rPr>
              <w:t>5</w:t>
            </w:r>
          </w:p>
        </w:tc>
        <w:tc>
          <w:tcPr>
            <w:tcW w:w="2310" w:type="dxa"/>
          </w:tcPr>
          <w:p w14:paraId="51BA1167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Collettore solare</w:t>
            </w:r>
          </w:p>
          <w:p w14:paraId="72948876" w14:textId="2CEFD240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Arcobaleno NS</w:t>
            </w:r>
            <w:r w:rsidR="00537E4C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637AE9BF" w14:textId="4E5F2140" w:rsidR="00AC65D9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Collettore solare termico piano con superficie selettiva</w:t>
            </w:r>
            <w:r>
              <w:rPr>
                <w:rFonts w:ascii="Poppins" w:hAnsi="Poppins" w:cs="Poppins"/>
                <w:sz w:val="20"/>
              </w:rPr>
              <w:t xml:space="preserve"> e</w:t>
            </w:r>
            <w:r w:rsidRPr="009A6335">
              <w:rPr>
                <w:rFonts w:ascii="Poppins" w:hAnsi="Poppins" w:cs="Poppins"/>
                <w:sz w:val="20"/>
              </w:rPr>
              <w:t xml:space="preserve"> quatt</w:t>
            </w:r>
            <w:r w:rsidR="00537E4C">
              <w:rPr>
                <w:rFonts w:ascii="Poppins" w:hAnsi="Poppins" w:cs="Poppins"/>
                <w:sz w:val="20"/>
              </w:rPr>
              <w:t>r</w:t>
            </w:r>
            <w:r w:rsidRPr="009A6335">
              <w:rPr>
                <w:rFonts w:ascii="Poppins" w:hAnsi="Poppins" w:cs="Poppins"/>
                <w:sz w:val="20"/>
              </w:rPr>
              <w:t>o attacchi.</w:t>
            </w:r>
          </w:p>
          <w:p w14:paraId="7D662544" w14:textId="77777777" w:rsidR="00AC65D9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B09C96" w14:textId="77777777" w:rsidR="00AC65D9" w:rsidRPr="00D26CF2" w:rsidRDefault="00AC65D9" w:rsidP="00AC65D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26CF2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5C73FC22" w14:textId="77777777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Superficie captante: piastra unica in alluminio, spessore 0,3 mm con rivestimento altamente selettivo con saldatura laser</w:t>
            </w:r>
          </w:p>
          <w:p w14:paraId="689C95CA" w14:textId="776C9FA2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Tubi: 1</w:t>
            </w:r>
            <w:r w:rsidR="006D0FFA">
              <w:rPr>
                <w:rFonts w:ascii="Poppins" w:hAnsi="Poppins" w:cs="Poppins"/>
              </w:rPr>
              <w:t>2</w:t>
            </w:r>
            <w:r w:rsidRPr="00D26CF2">
              <w:rPr>
                <w:rFonts w:ascii="Poppins" w:hAnsi="Poppins" w:cs="Poppins"/>
              </w:rPr>
              <w:t xml:space="preserve"> tubi in rame, Ø </w:t>
            </w:r>
            <w:r w:rsidR="006D0FFA">
              <w:rPr>
                <w:rFonts w:ascii="Poppins" w:hAnsi="Poppins" w:cs="Poppins"/>
              </w:rPr>
              <w:t>8</w:t>
            </w:r>
            <w:r w:rsidRPr="00D26CF2">
              <w:rPr>
                <w:rFonts w:ascii="Poppins" w:hAnsi="Poppins" w:cs="Poppins"/>
              </w:rPr>
              <w:t xml:space="preserve"> mm, spessore 0,45 mm</w:t>
            </w:r>
          </w:p>
          <w:p w14:paraId="5A2B66BC" w14:textId="77777777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Collettore: tubo in rame Ø 18 mm, spessore 0,7 mm</w:t>
            </w:r>
          </w:p>
          <w:p w14:paraId="4E1119E8" w14:textId="600F56A5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Attacchi: 3/4” M</w:t>
            </w:r>
            <w:r w:rsidR="006D0FFA">
              <w:rPr>
                <w:rFonts w:ascii="Poppins" w:hAnsi="Poppins" w:cs="Poppins"/>
              </w:rPr>
              <w:t xml:space="preserve"> con presa chiave</w:t>
            </w:r>
          </w:p>
          <w:p w14:paraId="011BAA6F" w14:textId="59EF79A1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Isolamento: pannello in lana di roccia</w:t>
            </w:r>
            <w:r w:rsidR="006D0FFA">
              <w:rPr>
                <w:rFonts w:ascii="Poppins" w:hAnsi="Poppins" w:cs="Poppins"/>
              </w:rPr>
              <w:t>, spessore 40 mm, densità 50 kg/m3</w:t>
            </w:r>
          </w:p>
          <w:p w14:paraId="1D660CF0" w14:textId="09C2EE34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Alloggiamento collettore: telaio in alluminio verniciato</w:t>
            </w:r>
            <w:r w:rsidR="00E7784E">
              <w:rPr>
                <w:rFonts w:ascii="Poppins" w:hAnsi="Poppins" w:cs="Poppins"/>
              </w:rPr>
              <w:t xml:space="preserve"> “testa di moro”</w:t>
            </w:r>
          </w:p>
          <w:p w14:paraId="6F0B17E5" w14:textId="77777777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Copertura: vetro “low ironed” temperato prismatico, spessore 4 mm</w:t>
            </w:r>
          </w:p>
          <w:p w14:paraId="17A0A730" w14:textId="77777777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 xml:space="preserve">Fondo: lamiera in alluminio goffrata </w:t>
            </w:r>
          </w:p>
          <w:p w14:paraId="093AA964" w14:textId="77777777" w:rsidR="00AC65D9" w:rsidRPr="00D26CF2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Guarnizione: gomma EPDM e silicone</w:t>
            </w:r>
          </w:p>
          <w:p w14:paraId="2A8129B6" w14:textId="77777777" w:rsidR="00AC65D9" w:rsidRPr="00AC65D9" w:rsidRDefault="00AC65D9" w:rsidP="00AC65D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C65D9">
              <w:rPr>
                <w:rFonts w:ascii="Poppins" w:hAnsi="Poppins" w:cs="Poppins"/>
              </w:rPr>
              <w:t>Portasonda di serie</w:t>
            </w:r>
          </w:p>
          <w:p w14:paraId="3829F06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F9601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E8FC31" w14:textId="06CCC925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lorda: 2,</w:t>
            </w:r>
            <w:r>
              <w:rPr>
                <w:rFonts w:ascii="Poppins" w:hAnsi="Poppins" w:cs="Poppins"/>
              </w:rPr>
              <w:t>4</w:t>
            </w:r>
            <w:r w:rsidR="003B7010">
              <w:rPr>
                <w:rFonts w:ascii="Poppins" w:hAnsi="Poppins" w:cs="Poppins"/>
              </w:rPr>
              <w:t>2</w:t>
            </w:r>
            <w:r w:rsidRPr="009A6335">
              <w:rPr>
                <w:rFonts w:ascii="Poppins" w:hAnsi="Poppins" w:cs="Poppins"/>
              </w:rPr>
              <w:t xml:space="preserve"> m</w:t>
            </w:r>
            <w:r>
              <w:rPr>
                <w:rFonts w:ascii="Poppins" w:hAnsi="Poppins" w:cs="Poppins"/>
              </w:rPr>
              <w:t>2</w:t>
            </w:r>
          </w:p>
          <w:p w14:paraId="4D1FE4D4" w14:textId="73EF4EE7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Superfice di apertura (netta): 2,2</w:t>
            </w:r>
            <w:r w:rsidR="003B7010">
              <w:rPr>
                <w:rFonts w:ascii="Poppins" w:hAnsi="Poppins" w:cs="Poppins"/>
              </w:rPr>
              <w:t>4</w:t>
            </w:r>
            <w:r w:rsidRPr="009A6335">
              <w:rPr>
                <w:rFonts w:ascii="Poppins" w:hAnsi="Poppins" w:cs="Poppins"/>
              </w:rPr>
              <w:t xml:space="preserve"> m</w:t>
            </w:r>
            <w:r>
              <w:rPr>
                <w:rFonts w:ascii="Poppins" w:hAnsi="Poppins" w:cs="Poppins"/>
              </w:rPr>
              <w:t>2</w:t>
            </w:r>
          </w:p>
          <w:p w14:paraId="5B9A6A9C" w14:textId="189904A0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assorbitore: 2,2</w:t>
            </w:r>
            <w:r w:rsidR="003B7010">
              <w:rPr>
                <w:rFonts w:ascii="Poppins" w:hAnsi="Poppins" w:cs="Poppins"/>
              </w:rPr>
              <w:t>3</w:t>
            </w:r>
            <w:r w:rsidRPr="009A6335">
              <w:rPr>
                <w:rFonts w:ascii="Poppins" w:hAnsi="Poppins" w:cs="Poppins"/>
              </w:rPr>
              <w:t xml:space="preserve"> m</w:t>
            </w:r>
            <w:r>
              <w:rPr>
                <w:rFonts w:ascii="Poppins" w:hAnsi="Poppins" w:cs="Poppins"/>
              </w:rPr>
              <w:t>2</w:t>
            </w:r>
          </w:p>
          <w:p w14:paraId="4DF8DB75" w14:textId="77777777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Contenuto fluido 1,27 litri</w:t>
            </w:r>
          </w:p>
          <w:p w14:paraId="5F07E9D9" w14:textId="2DE99D9F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 xml:space="preserve">Temperatura di stagnazione: </w:t>
            </w:r>
            <w:r w:rsidR="003B7010">
              <w:rPr>
                <w:rFonts w:ascii="Poppins" w:hAnsi="Poppins" w:cs="Poppins"/>
              </w:rPr>
              <w:t>203</w:t>
            </w:r>
            <w:r w:rsidRPr="009A6335">
              <w:rPr>
                <w:rFonts w:ascii="Poppins" w:hAnsi="Poppins" w:cs="Poppins"/>
              </w:rPr>
              <w:t xml:space="preserve"> °C</w:t>
            </w:r>
          </w:p>
          <w:p w14:paraId="4DA31B93" w14:textId="77777777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Pressione massima di esercizio 10 bar</w:t>
            </w:r>
          </w:p>
          <w:p w14:paraId="0565A5E8" w14:textId="77777777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Dimensioni LxHxP: 1218x1988x90 mm</w:t>
            </w:r>
          </w:p>
          <w:p w14:paraId="279A5E0B" w14:textId="6A72C4F4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Cambria" w:hAnsi="Cambria" w:cs="Cambria"/>
              </w:rPr>
              <w:t>η</w:t>
            </w:r>
            <w:r w:rsidRPr="009A6335">
              <w:rPr>
                <w:rFonts w:ascii="Poppins" w:hAnsi="Poppins" w:cs="Poppins"/>
                <w:vertAlign w:val="subscript"/>
              </w:rPr>
              <w:t>0a</w:t>
            </w:r>
            <w:r w:rsidRPr="009A6335">
              <w:rPr>
                <w:rFonts w:ascii="Poppins" w:hAnsi="Poppins" w:cs="Poppins"/>
              </w:rPr>
              <w:t xml:space="preserve"> = 0,7</w:t>
            </w:r>
            <w:r w:rsidR="00F233C3">
              <w:rPr>
                <w:rFonts w:ascii="Poppins" w:hAnsi="Poppins" w:cs="Poppins"/>
              </w:rPr>
              <w:t>30</w:t>
            </w:r>
          </w:p>
          <w:p w14:paraId="68169EA4" w14:textId="29C7361D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1a</w:t>
            </w:r>
            <w:r w:rsidRPr="009A6335">
              <w:rPr>
                <w:rFonts w:ascii="Poppins" w:hAnsi="Poppins" w:cs="Poppins"/>
                <w:lang w:val="en-US"/>
              </w:rPr>
              <w:t xml:space="preserve"> = </w:t>
            </w:r>
            <w:r w:rsidR="00F233C3">
              <w:rPr>
                <w:rFonts w:ascii="Poppins" w:hAnsi="Poppins" w:cs="Poppins"/>
                <w:lang w:val="en-US"/>
              </w:rPr>
              <w:t>3,740</w:t>
            </w:r>
            <w:r w:rsidRPr="009A6335">
              <w:rPr>
                <w:rFonts w:ascii="Poppins" w:hAnsi="Poppins" w:cs="Poppins"/>
                <w:lang w:val="en-US"/>
              </w:rPr>
              <w:t xml:space="preserve"> W/m</w:t>
            </w:r>
            <w:r>
              <w:rPr>
                <w:rFonts w:ascii="Poppins" w:hAnsi="Poppins" w:cs="Poppins"/>
                <w:lang w:val="en-US"/>
              </w:rPr>
              <w:t>2</w:t>
            </w:r>
            <w:r w:rsidRPr="009A6335">
              <w:rPr>
                <w:rFonts w:ascii="Poppins" w:hAnsi="Poppins" w:cs="Poppins"/>
                <w:lang w:val="en-US"/>
              </w:rPr>
              <w:t>K</w:t>
            </w:r>
          </w:p>
          <w:p w14:paraId="46D0E0D4" w14:textId="4256A484" w:rsidR="00AC65D9" w:rsidRPr="009A6335" w:rsidRDefault="00AC65D9" w:rsidP="00AC65D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2a</w:t>
            </w:r>
            <w:r w:rsidRPr="009A6335">
              <w:rPr>
                <w:rFonts w:ascii="Poppins" w:hAnsi="Poppins" w:cs="Poppins"/>
                <w:lang w:val="en-US"/>
              </w:rPr>
              <w:t xml:space="preserve"> = 0,00</w:t>
            </w:r>
            <w:r w:rsidR="00F233C3">
              <w:rPr>
                <w:rFonts w:ascii="Poppins" w:hAnsi="Poppins" w:cs="Poppins"/>
                <w:lang w:val="en-US"/>
              </w:rPr>
              <w:t>6</w:t>
            </w:r>
            <w:r w:rsidRPr="009A6335">
              <w:rPr>
                <w:rFonts w:ascii="Poppins" w:hAnsi="Poppins" w:cs="Poppins"/>
                <w:lang w:val="en-US"/>
              </w:rPr>
              <w:t xml:space="preserve"> W/m</w:t>
            </w:r>
            <w:r>
              <w:rPr>
                <w:rFonts w:ascii="Poppins" w:hAnsi="Poppins" w:cs="Poppins"/>
                <w:lang w:val="en-US"/>
              </w:rPr>
              <w:t>2</w:t>
            </w:r>
            <w:r w:rsidRPr="009A6335">
              <w:rPr>
                <w:rFonts w:ascii="Poppins" w:hAnsi="Poppins" w:cs="Poppins"/>
                <w:lang w:val="en-US"/>
              </w:rPr>
              <w:t>K</w:t>
            </w:r>
            <w:r>
              <w:rPr>
                <w:rFonts w:ascii="Poppins" w:hAnsi="Poppins" w:cs="Poppins"/>
                <w:lang w:val="en-US"/>
              </w:rPr>
              <w:t>2</w:t>
            </w:r>
          </w:p>
          <w:p w14:paraId="564E0A64" w14:textId="77777777" w:rsidR="00AC65D9" w:rsidRPr="009A6335" w:rsidRDefault="00AC65D9" w:rsidP="00AC65D9">
            <w:pPr>
              <w:pStyle w:val="Paragrafoelenco"/>
              <w:ind w:left="720"/>
              <w:jc w:val="both"/>
              <w:rPr>
                <w:rFonts w:ascii="Poppins" w:hAnsi="Poppins" w:cs="Poppins"/>
                <w:lang w:val="en-US"/>
              </w:rPr>
            </w:pPr>
          </w:p>
          <w:p w14:paraId="0AF19551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Valori relativi ad incidenza normale I= 1000 W/m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9A6335">
              <w:rPr>
                <w:rFonts w:ascii="Poppins" w:hAnsi="Poppins" w:cs="Poppins"/>
                <w:sz w:val="20"/>
                <w:vertAlign w:val="superscript"/>
              </w:rPr>
              <w:t xml:space="preserve"> </w:t>
            </w:r>
            <w:r w:rsidRPr="009A6335">
              <w:rPr>
                <w:rFonts w:ascii="Poppins" w:hAnsi="Poppins" w:cs="Poppins"/>
                <w:sz w:val="20"/>
              </w:rPr>
              <w:t>e riferiti alla superficie di apertura (netta).</w:t>
            </w:r>
          </w:p>
          <w:p w14:paraId="70FA08FC" w14:textId="77777777" w:rsidR="00AC65D9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Conforme norma EN 12975-1 con test di efficienza in accordo alla norma EN 12975-2.</w:t>
            </w:r>
          </w:p>
          <w:p w14:paraId="50CF797F" w14:textId="77777777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Certificazione Solar Keymark.</w:t>
            </w:r>
          </w:p>
          <w:p w14:paraId="4B524733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43FB59" w14:textId="3A39F59B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lastRenderedPageBreak/>
              <w:t xml:space="preserve">Marca Emmeti - Modello </w:t>
            </w:r>
            <w:r w:rsidR="000D4C50">
              <w:rPr>
                <w:rFonts w:ascii="Poppins" w:hAnsi="Poppins" w:cs="Poppins"/>
                <w:b/>
                <w:sz w:val="20"/>
              </w:rPr>
              <w:t xml:space="preserve">Collettore solare </w:t>
            </w:r>
            <w:r w:rsidRPr="009A6335">
              <w:rPr>
                <w:rFonts w:ascii="Poppins" w:hAnsi="Poppins" w:cs="Poppins"/>
                <w:b/>
                <w:sz w:val="20"/>
              </w:rPr>
              <w:t>Arcobaleno NS</w:t>
            </w:r>
            <w:r w:rsidR="007C2323">
              <w:rPr>
                <w:rFonts w:ascii="Poppins" w:hAnsi="Poppins" w:cs="Poppins"/>
                <w:b/>
                <w:sz w:val="20"/>
              </w:rPr>
              <w:t>12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C2323" w14:paraId="4D207190" w14:textId="77777777" w:rsidTr="009A6335">
        <w:tc>
          <w:tcPr>
            <w:tcW w:w="1299" w:type="dxa"/>
            <w:hideMark/>
          </w:tcPr>
          <w:p w14:paraId="3B4B16C2" w14:textId="4D98E7E0" w:rsidR="007C2323" w:rsidRPr="009A6335" w:rsidRDefault="007C2323" w:rsidP="007C232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lastRenderedPageBreak/>
              <w:t>027101</w:t>
            </w:r>
            <w:r>
              <w:rPr>
                <w:rFonts w:ascii="Poppins" w:hAnsi="Poppins" w:cs="Poppins"/>
                <w:bCs/>
                <w:sz w:val="20"/>
              </w:rPr>
              <w:t>16</w:t>
            </w:r>
          </w:p>
        </w:tc>
        <w:tc>
          <w:tcPr>
            <w:tcW w:w="2310" w:type="dxa"/>
            <w:hideMark/>
          </w:tcPr>
          <w:p w14:paraId="4AB4EC90" w14:textId="77777777" w:rsidR="007C2323" w:rsidRPr="009A6335" w:rsidRDefault="007C2323" w:rsidP="007C232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Collettore solare</w:t>
            </w:r>
          </w:p>
          <w:p w14:paraId="19E43338" w14:textId="215C12CF" w:rsidR="007C2323" w:rsidRPr="009A6335" w:rsidRDefault="007C2323" w:rsidP="007C232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Arcobaleno NS</w:t>
            </w:r>
            <w:r>
              <w:rPr>
                <w:rFonts w:ascii="Poppins" w:hAnsi="Poppins" w:cs="Poppins"/>
                <w:bCs/>
                <w:sz w:val="20"/>
              </w:rPr>
              <w:t>12 con imballo singolo</w:t>
            </w:r>
          </w:p>
        </w:tc>
        <w:tc>
          <w:tcPr>
            <w:tcW w:w="5889" w:type="dxa"/>
          </w:tcPr>
          <w:p w14:paraId="6A374CD8" w14:textId="77777777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Collettore solare termico piano con superficie selettiva</w:t>
            </w:r>
            <w:r>
              <w:rPr>
                <w:rFonts w:ascii="Poppins" w:hAnsi="Poppins" w:cs="Poppins"/>
                <w:sz w:val="20"/>
              </w:rPr>
              <w:t xml:space="preserve"> e</w:t>
            </w:r>
            <w:r w:rsidRPr="009A6335">
              <w:rPr>
                <w:rFonts w:ascii="Poppins" w:hAnsi="Poppins" w:cs="Poppins"/>
                <w:sz w:val="20"/>
              </w:rPr>
              <w:t xml:space="preserve"> quatt</w:t>
            </w:r>
            <w:r>
              <w:rPr>
                <w:rFonts w:ascii="Poppins" w:hAnsi="Poppins" w:cs="Poppins"/>
                <w:sz w:val="20"/>
              </w:rPr>
              <w:t>r</w:t>
            </w:r>
            <w:r w:rsidRPr="009A6335">
              <w:rPr>
                <w:rFonts w:ascii="Poppins" w:hAnsi="Poppins" w:cs="Poppins"/>
                <w:sz w:val="20"/>
              </w:rPr>
              <w:t>o attacchi.</w:t>
            </w:r>
          </w:p>
          <w:p w14:paraId="668BF0A1" w14:textId="77777777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9B3B7D" w14:textId="77777777" w:rsidR="007C2323" w:rsidRPr="00D26CF2" w:rsidRDefault="007C2323" w:rsidP="007C232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26CF2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5B45EC92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Superficie captante: piastra unica in alluminio, spessore 0,3 mm con rivestimento altamente selettivo con saldatura laser</w:t>
            </w:r>
          </w:p>
          <w:p w14:paraId="249185CA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Tubi: 1</w:t>
            </w:r>
            <w:r>
              <w:rPr>
                <w:rFonts w:ascii="Poppins" w:hAnsi="Poppins" w:cs="Poppins"/>
              </w:rPr>
              <w:t>2</w:t>
            </w:r>
            <w:r w:rsidRPr="00D26CF2">
              <w:rPr>
                <w:rFonts w:ascii="Poppins" w:hAnsi="Poppins" w:cs="Poppins"/>
              </w:rPr>
              <w:t xml:space="preserve"> tubi in rame, Ø </w:t>
            </w:r>
            <w:r>
              <w:rPr>
                <w:rFonts w:ascii="Poppins" w:hAnsi="Poppins" w:cs="Poppins"/>
              </w:rPr>
              <w:t>8</w:t>
            </w:r>
            <w:r w:rsidRPr="00D26CF2">
              <w:rPr>
                <w:rFonts w:ascii="Poppins" w:hAnsi="Poppins" w:cs="Poppins"/>
              </w:rPr>
              <w:t xml:space="preserve"> mm, spessore 0,45 mm</w:t>
            </w:r>
          </w:p>
          <w:p w14:paraId="7DC66DAC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Collettore: tubo in rame Ø 18 mm, spessore 0,7 mm</w:t>
            </w:r>
          </w:p>
          <w:p w14:paraId="406A50C7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Attacchi: 3/4” M</w:t>
            </w:r>
            <w:r>
              <w:rPr>
                <w:rFonts w:ascii="Poppins" w:hAnsi="Poppins" w:cs="Poppins"/>
              </w:rPr>
              <w:t xml:space="preserve"> con presa chiave</w:t>
            </w:r>
          </w:p>
          <w:p w14:paraId="49A9AE58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Isolamento: pannello in lana di roccia</w:t>
            </w:r>
            <w:r>
              <w:rPr>
                <w:rFonts w:ascii="Poppins" w:hAnsi="Poppins" w:cs="Poppins"/>
              </w:rPr>
              <w:t>, spessore 40 mm, densità 50 kg/m3</w:t>
            </w:r>
          </w:p>
          <w:p w14:paraId="0D924DD3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Alloggiamento collettore: telaio in alluminio verniciato</w:t>
            </w:r>
            <w:r>
              <w:rPr>
                <w:rFonts w:ascii="Poppins" w:hAnsi="Poppins" w:cs="Poppins"/>
              </w:rPr>
              <w:t xml:space="preserve"> “testa di moro”</w:t>
            </w:r>
          </w:p>
          <w:p w14:paraId="40C041B0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Copertura: vetro “low ironed” temperato prismatico, spessore 4 mm</w:t>
            </w:r>
          </w:p>
          <w:p w14:paraId="2AA4D2F5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 xml:space="preserve">Fondo: lamiera in alluminio goffrata </w:t>
            </w:r>
          </w:p>
          <w:p w14:paraId="103DC890" w14:textId="77777777" w:rsidR="007C2323" w:rsidRPr="00D26CF2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26CF2">
              <w:rPr>
                <w:rFonts w:ascii="Poppins" w:hAnsi="Poppins" w:cs="Poppins"/>
              </w:rPr>
              <w:t>Guarnizione: gomma EPDM e silicone</w:t>
            </w:r>
          </w:p>
          <w:p w14:paraId="2D4401B3" w14:textId="77777777" w:rsidR="007C2323" w:rsidRPr="00AC65D9" w:rsidRDefault="007C2323" w:rsidP="007C232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C65D9">
              <w:rPr>
                <w:rFonts w:ascii="Poppins" w:hAnsi="Poppins" w:cs="Poppins"/>
              </w:rPr>
              <w:t>Portasonda di serie</w:t>
            </w:r>
          </w:p>
          <w:p w14:paraId="2501EB26" w14:textId="77777777" w:rsidR="007C2323" w:rsidRPr="009A6335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A6D058" w14:textId="77777777" w:rsidR="007C2323" w:rsidRPr="009A6335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939B01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lorda: 2,</w:t>
            </w:r>
            <w:r>
              <w:rPr>
                <w:rFonts w:ascii="Poppins" w:hAnsi="Poppins" w:cs="Poppins"/>
              </w:rPr>
              <w:t>42</w:t>
            </w:r>
            <w:r w:rsidRPr="009A6335">
              <w:rPr>
                <w:rFonts w:ascii="Poppins" w:hAnsi="Poppins" w:cs="Poppins"/>
              </w:rPr>
              <w:t xml:space="preserve"> m</w:t>
            </w:r>
            <w:r>
              <w:rPr>
                <w:rFonts w:ascii="Poppins" w:hAnsi="Poppins" w:cs="Poppins"/>
              </w:rPr>
              <w:t>2</w:t>
            </w:r>
          </w:p>
          <w:p w14:paraId="68AE69CD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Superfice di apertura (netta): 2,2</w:t>
            </w:r>
            <w:r>
              <w:rPr>
                <w:rFonts w:ascii="Poppins" w:hAnsi="Poppins" w:cs="Poppins"/>
              </w:rPr>
              <w:t>4</w:t>
            </w:r>
            <w:r w:rsidRPr="009A6335">
              <w:rPr>
                <w:rFonts w:ascii="Poppins" w:hAnsi="Poppins" w:cs="Poppins"/>
              </w:rPr>
              <w:t xml:space="preserve"> m</w:t>
            </w:r>
            <w:r>
              <w:rPr>
                <w:rFonts w:ascii="Poppins" w:hAnsi="Poppins" w:cs="Poppins"/>
              </w:rPr>
              <w:t>2</w:t>
            </w:r>
          </w:p>
          <w:p w14:paraId="061DC1CE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Superficie assorbitore: 2,2</w:t>
            </w:r>
            <w:r>
              <w:rPr>
                <w:rFonts w:ascii="Poppins" w:hAnsi="Poppins" w:cs="Poppins"/>
              </w:rPr>
              <w:t>3</w:t>
            </w:r>
            <w:r w:rsidRPr="009A6335">
              <w:rPr>
                <w:rFonts w:ascii="Poppins" w:hAnsi="Poppins" w:cs="Poppins"/>
              </w:rPr>
              <w:t xml:space="preserve"> m</w:t>
            </w:r>
            <w:r>
              <w:rPr>
                <w:rFonts w:ascii="Poppins" w:hAnsi="Poppins" w:cs="Poppins"/>
              </w:rPr>
              <w:t>2</w:t>
            </w:r>
          </w:p>
          <w:p w14:paraId="3EA0B7A1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Contenuto fluido 1,27 litri</w:t>
            </w:r>
          </w:p>
          <w:p w14:paraId="36B17361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 xml:space="preserve">Temperatura di stagnazione: </w:t>
            </w:r>
            <w:r>
              <w:rPr>
                <w:rFonts w:ascii="Poppins" w:hAnsi="Poppins" w:cs="Poppins"/>
              </w:rPr>
              <w:t>203</w:t>
            </w:r>
            <w:r w:rsidRPr="009A6335">
              <w:rPr>
                <w:rFonts w:ascii="Poppins" w:hAnsi="Poppins" w:cs="Poppins"/>
              </w:rPr>
              <w:t xml:space="preserve"> °C</w:t>
            </w:r>
          </w:p>
          <w:p w14:paraId="50A42C8D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Pressione massima di esercizio 10 bar</w:t>
            </w:r>
          </w:p>
          <w:p w14:paraId="454DEEAB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Poppins" w:hAnsi="Poppins" w:cs="Poppins"/>
              </w:rPr>
              <w:t>Dimensioni LxHxP: 1218x1988x90 mm</w:t>
            </w:r>
          </w:p>
          <w:p w14:paraId="59CA00F8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</w:rPr>
            </w:pPr>
            <w:r w:rsidRPr="009A6335">
              <w:rPr>
                <w:rFonts w:ascii="Cambria" w:hAnsi="Cambria" w:cs="Cambria"/>
              </w:rPr>
              <w:t>η</w:t>
            </w:r>
            <w:r w:rsidRPr="009A6335">
              <w:rPr>
                <w:rFonts w:ascii="Poppins" w:hAnsi="Poppins" w:cs="Poppins"/>
                <w:vertAlign w:val="subscript"/>
              </w:rPr>
              <w:t>0a</w:t>
            </w:r>
            <w:r w:rsidRPr="009A6335">
              <w:rPr>
                <w:rFonts w:ascii="Poppins" w:hAnsi="Poppins" w:cs="Poppins"/>
              </w:rPr>
              <w:t xml:space="preserve"> = 0,7</w:t>
            </w:r>
            <w:r>
              <w:rPr>
                <w:rFonts w:ascii="Poppins" w:hAnsi="Poppins" w:cs="Poppins"/>
              </w:rPr>
              <w:t>30</w:t>
            </w:r>
          </w:p>
          <w:p w14:paraId="359404AF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1a</w:t>
            </w:r>
            <w:r w:rsidRPr="009A6335">
              <w:rPr>
                <w:rFonts w:ascii="Poppins" w:hAnsi="Poppins" w:cs="Poppins"/>
                <w:lang w:val="en-US"/>
              </w:rPr>
              <w:t xml:space="preserve"> = </w:t>
            </w:r>
            <w:r>
              <w:rPr>
                <w:rFonts w:ascii="Poppins" w:hAnsi="Poppins" w:cs="Poppins"/>
                <w:lang w:val="en-US"/>
              </w:rPr>
              <w:t>3,740</w:t>
            </w:r>
            <w:r w:rsidRPr="009A6335">
              <w:rPr>
                <w:rFonts w:ascii="Poppins" w:hAnsi="Poppins" w:cs="Poppins"/>
                <w:lang w:val="en-US"/>
              </w:rPr>
              <w:t xml:space="preserve"> W/m</w:t>
            </w:r>
            <w:r>
              <w:rPr>
                <w:rFonts w:ascii="Poppins" w:hAnsi="Poppins" w:cs="Poppins"/>
                <w:lang w:val="en-US"/>
              </w:rPr>
              <w:t>2</w:t>
            </w:r>
            <w:r w:rsidRPr="009A6335">
              <w:rPr>
                <w:rFonts w:ascii="Poppins" w:hAnsi="Poppins" w:cs="Poppins"/>
                <w:lang w:val="en-US"/>
              </w:rPr>
              <w:t>K</w:t>
            </w:r>
          </w:p>
          <w:p w14:paraId="0A847835" w14:textId="77777777" w:rsidR="007C2323" w:rsidRPr="009A6335" w:rsidRDefault="007C2323" w:rsidP="007C2323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Poppins" w:hAnsi="Poppins" w:cs="Poppins"/>
                <w:lang w:val="en-US"/>
              </w:rPr>
            </w:pPr>
            <w:r w:rsidRPr="009A6335">
              <w:rPr>
                <w:rFonts w:ascii="Poppins" w:hAnsi="Poppins" w:cs="Poppins"/>
                <w:lang w:val="en-US"/>
              </w:rPr>
              <w:t>a</w:t>
            </w:r>
            <w:r w:rsidRPr="009A6335">
              <w:rPr>
                <w:rFonts w:ascii="Poppins" w:hAnsi="Poppins" w:cs="Poppins"/>
                <w:vertAlign w:val="subscript"/>
                <w:lang w:val="en-US"/>
              </w:rPr>
              <w:t>2a</w:t>
            </w:r>
            <w:r w:rsidRPr="009A6335">
              <w:rPr>
                <w:rFonts w:ascii="Poppins" w:hAnsi="Poppins" w:cs="Poppins"/>
                <w:lang w:val="en-US"/>
              </w:rPr>
              <w:t xml:space="preserve"> = 0,00</w:t>
            </w:r>
            <w:r>
              <w:rPr>
                <w:rFonts w:ascii="Poppins" w:hAnsi="Poppins" w:cs="Poppins"/>
                <w:lang w:val="en-US"/>
              </w:rPr>
              <w:t>6</w:t>
            </w:r>
            <w:r w:rsidRPr="009A6335">
              <w:rPr>
                <w:rFonts w:ascii="Poppins" w:hAnsi="Poppins" w:cs="Poppins"/>
                <w:lang w:val="en-US"/>
              </w:rPr>
              <w:t xml:space="preserve"> W/m</w:t>
            </w:r>
            <w:r>
              <w:rPr>
                <w:rFonts w:ascii="Poppins" w:hAnsi="Poppins" w:cs="Poppins"/>
                <w:lang w:val="en-US"/>
              </w:rPr>
              <w:t>2</w:t>
            </w:r>
            <w:r w:rsidRPr="009A6335">
              <w:rPr>
                <w:rFonts w:ascii="Poppins" w:hAnsi="Poppins" w:cs="Poppins"/>
                <w:lang w:val="en-US"/>
              </w:rPr>
              <w:t>K</w:t>
            </w:r>
            <w:r>
              <w:rPr>
                <w:rFonts w:ascii="Poppins" w:hAnsi="Poppins" w:cs="Poppins"/>
                <w:lang w:val="en-US"/>
              </w:rPr>
              <w:t>2</w:t>
            </w:r>
          </w:p>
          <w:p w14:paraId="17043970" w14:textId="77777777" w:rsidR="007C2323" w:rsidRPr="009A6335" w:rsidRDefault="007C2323" w:rsidP="007C2323">
            <w:pPr>
              <w:pStyle w:val="Paragrafoelenco"/>
              <w:ind w:left="720"/>
              <w:jc w:val="both"/>
              <w:rPr>
                <w:rFonts w:ascii="Poppins" w:hAnsi="Poppins" w:cs="Poppins"/>
                <w:lang w:val="en-US"/>
              </w:rPr>
            </w:pPr>
          </w:p>
          <w:p w14:paraId="181C294C" w14:textId="77777777" w:rsidR="007C2323" w:rsidRPr="009A6335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Valori relativi ad incidenza normale I= 1000 W/m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9A6335">
              <w:rPr>
                <w:rFonts w:ascii="Poppins" w:hAnsi="Poppins" w:cs="Poppins"/>
                <w:sz w:val="20"/>
                <w:vertAlign w:val="superscript"/>
              </w:rPr>
              <w:t xml:space="preserve"> </w:t>
            </w:r>
            <w:r w:rsidRPr="009A6335">
              <w:rPr>
                <w:rFonts w:ascii="Poppins" w:hAnsi="Poppins" w:cs="Poppins"/>
                <w:sz w:val="20"/>
              </w:rPr>
              <w:t>e riferiti alla superficie di apertura (netta).</w:t>
            </w:r>
          </w:p>
          <w:p w14:paraId="0B691783" w14:textId="77777777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Conforme norma EN 12975-1 con test di efficienza in accordo alla norma EN 12975-2.</w:t>
            </w:r>
          </w:p>
          <w:p w14:paraId="59B7BA54" w14:textId="77777777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Certificazione Solar Keymark.</w:t>
            </w:r>
          </w:p>
          <w:p w14:paraId="66BA16BD" w14:textId="77777777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73540F" w14:textId="315C427D" w:rsidR="007C2323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Imballo singolo.</w:t>
            </w:r>
          </w:p>
          <w:p w14:paraId="78741C20" w14:textId="77777777" w:rsidR="007C2323" w:rsidRPr="009A6335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2B2467" w14:textId="13FA43E3" w:rsidR="007C2323" w:rsidRPr="009A6335" w:rsidRDefault="007C2323" w:rsidP="007C2323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>
              <w:rPr>
                <w:rFonts w:ascii="Poppins" w:hAnsi="Poppins" w:cs="Poppins"/>
                <w:b/>
                <w:sz w:val="20"/>
              </w:rPr>
              <w:t xml:space="preserve">Collettore solare </w:t>
            </w:r>
            <w:r w:rsidRPr="009A6335">
              <w:rPr>
                <w:rFonts w:ascii="Poppins" w:hAnsi="Poppins" w:cs="Poppins"/>
                <w:b/>
                <w:sz w:val="20"/>
              </w:rPr>
              <w:t>Arcobaleno NS</w:t>
            </w:r>
            <w:r>
              <w:rPr>
                <w:rFonts w:ascii="Poppins" w:hAnsi="Poppins" w:cs="Poppins"/>
                <w:b/>
                <w:sz w:val="20"/>
              </w:rPr>
              <w:t>12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sz w:val="20"/>
              </w:rPr>
              <w:t xml:space="preserve">con imballo singolo </w:t>
            </w:r>
            <w:r w:rsidRPr="009A633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1BD2DCE2" w14:textId="77777777" w:rsidTr="009A6335">
        <w:tc>
          <w:tcPr>
            <w:tcW w:w="1299" w:type="dxa"/>
            <w:hideMark/>
          </w:tcPr>
          <w:p w14:paraId="2B2CA258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lastRenderedPageBreak/>
              <w:t>02710450</w:t>
            </w:r>
          </w:p>
        </w:tc>
        <w:tc>
          <w:tcPr>
            <w:tcW w:w="2310" w:type="dxa"/>
            <w:hideMark/>
          </w:tcPr>
          <w:p w14:paraId="6A5CC6F6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Coppia guide di aggancio per 1 collettore solare Arcobaleno SXM</w:t>
            </w:r>
          </w:p>
        </w:tc>
        <w:tc>
          <w:tcPr>
            <w:tcW w:w="5889" w:type="dxa"/>
          </w:tcPr>
          <w:p w14:paraId="0449B6AB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Coppia guide di aggancio per 1 collettore solare Arcobaleno SXM.</w:t>
            </w:r>
          </w:p>
          <w:p w14:paraId="1AF175CC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40C503" w14:textId="329B9185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– Modello Coppia guide di aggancio per 1 collettore solare Arcobaleno SXM o equivalente.</w:t>
            </w:r>
          </w:p>
        </w:tc>
      </w:tr>
      <w:tr w:rsidR="00AC65D9" w14:paraId="713F9253" w14:textId="77777777" w:rsidTr="009A6335">
        <w:tc>
          <w:tcPr>
            <w:tcW w:w="1299" w:type="dxa"/>
            <w:hideMark/>
          </w:tcPr>
          <w:p w14:paraId="037086F3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02710460</w:t>
            </w:r>
          </w:p>
        </w:tc>
        <w:tc>
          <w:tcPr>
            <w:tcW w:w="2310" w:type="dxa"/>
            <w:hideMark/>
          </w:tcPr>
          <w:p w14:paraId="0EF5B846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Coppia guide di aggancio per 2 collettori solari Arcobaleno SXM</w:t>
            </w:r>
          </w:p>
        </w:tc>
        <w:tc>
          <w:tcPr>
            <w:tcW w:w="5889" w:type="dxa"/>
          </w:tcPr>
          <w:p w14:paraId="03AB1E6A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Coppia guide di aggancio per 2 collettori solari Arcobaleno SXM.</w:t>
            </w:r>
          </w:p>
          <w:p w14:paraId="56BA78D6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BA89A6" w14:textId="16B56A09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– Modello Coppia guide di aggancio per 2 collettori solari Arcobaleno SXM o equivalente.</w:t>
            </w:r>
          </w:p>
        </w:tc>
      </w:tr>
      <w:tr w:rsidR="00AC65D9" w14:paraId="5B1F0CCA" w14:textId="77777777" w:rsidTr="009A6335">
        <w:tc>
          <w:tcPr>
            <w:tcW w:w="1299" w:type="dxa"/>
            <w:hideMark/>
          </w:tcPr>
          <w:p w14:paraId="2EDD5F02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02710470</w:t>
            </w:r>
          </w:p>
        </w:tc>
        <w:tc>
          <w:tcPr>
            <w:tcW w:w="2310" w:type="dxa"/>
            <w:hideMark/>
          </w:tcPr>
          <w:p w14:paraId="7D929615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Kit aggancio per coppia guide di supporto per Arcobaleno SXM</w:t>
            </w:r>
          </w:p>
        </w:tc>
        <w:tc>
          <w:tcPr>
            <w:tcW w:w="5889" w:type="dxa"/>
          </w:tcPr>
          <w:p w14:paraId="7B9492F8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Kit di aggancio per coppia guide di supporto per collettore solare Arcobaleno SXM.</w:t>
            </w:r>
          </w:p>
          <w:p w14:paraId="0DD7314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8B1E88" w14:textId="62449E73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– Modello Kit aggancio per coppia guide di supporto per Arcobaleno SXM o equivalente.</w:t>
            </w:r>
          </w:p>
        </w:tc>
      </w:tr>
      <w:tr w:rsidR="00AC65D9" w14:paraId="157A8D3C" w14:textId="77777777" w:rsidTr="009A6335">
        <w:tc>
          <w:tcPr>
            <w:tcW w:w="1299" w:type="dxa"/>
            <w:hideMark/>
          </w:tcPr>
          <w:p w14:paraId="513A82DD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02710480</w:t>
            </w:r>
          </w:p>
        </w:tc>
        <w:tc>
          <w:tcPr>
            <w:tcW w:w="2310" w:type="dxa"/>
            <w:hideMark/>
          </w:tcPr>
          <w:p w14:paraId="4CBB3E30" w14:textId="433E9A63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Set sostegno doppio per tetto piano 45° Arcobaleno SXM</w:t>
            </w:r>
          </w:p>
        </w:tc>
        <w:tc>
          <w:tcPr>
            <w:tcW w:w="5889" w:type="dxa"/>
          </w:tcPr>
          <w:p w14:paraId="464D927A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Set di sostegno doppio per tetto piano a 45° con viti prigioniere per collettore solare Arcobaleno SXM.</w:t>
            </w:r>
          </w:p>
          <w:p w14:paraId="28F92066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5CA6DE" w14:textId="40B3ABF4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– Modello Set sostegno doppio per tetto piano 45° Arcobaleno SXM o equivalente.</w:t>
            </w:r>
          </w:p>
        </w:tc>
      </w:tr>
      <w:tr w:rsidR="00AC65D9" w14:paraId="504A33F3" w14:textId="77777777" w:rsidTr="009A6335">
        <w:tc>
          <w:tcPr>
            <w:tcW w:w="1299" w:type="dxa"/>
            <w:hideMark/>
          </w:tcPr>
          <w:p w14:paraId="1988F092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02710490</w:t>
            </w:r>
          </w:p>
        </w:tc>
        <w:tc>
          <w:tcPr>
            <w:tcW w:w="2310" w:type="dxa"/>
            <w:hideMark/>
          </w:tcPr>
          <w:p w14:paraId="3581C63D" w14:textId="128493CC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Set sostegno estensione per tetto piano 45° per Arcobaleno SXM</w:t>
            </w:r>
          </w:p>
        </w:tc>
        <w:tc>
          <w:tcPr>
            <w:tcW w:w="5889" w:type="dxa"/>
          </w:tcPr>
          <w:p w14:paraId="4E9EEAA6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Set di sostegno per estensione dei collettori solari Arcobaleno SXM con viti prigioniere.</w:t>
            </w:r>
          </w:p>
          <w:p w14:paraId="419CD000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E466D8" w14:textId="5095E94C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9A6335">
              <w:rPr>
                <w:rFonts w:ascii="Poppins" w:hAnsi="Poppins" w:cs="Poppins"/>
                <w:b/>
                <w:sz w:val="20"/>
              </w:rPr>
              <w:t xml:space="preserve"> – Modello Set sostegno estensione per tetto piano 45° per Arcobaleno SXM o equivalente.</w:t>
            </w:r>
          </w:p>
        </w:tc>
      </w:tr>
      <w:tr w:rsidR="00AC65D9" w14:paraId="0C68EFDD" w14:textId="77777777" w:rsidTr="009A6335">
        <w:tc>
          <w:tcPr>
            <w:tcW w:w="1299" w:type="dxa"/>
            <w:hideMark/>
          </w:tcPr>
          <w:p w14:paraId="49B7D60E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02710500</w:t>
            </w:r>
          </w:p>
        </w:tc>
        <w:tc>
          <w:tcPr>
            <w:tcW w:w="2310" w:type="dxa"/>
            <w:hideMark/>
          </w:tcPr>
          <w:p w14:paraId="2C9BBCB1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Set sostegno doppio regolabile per tetto di tegole/coppi per Arcobaleno SXM</w:t>
            </w:r>
          </w:p>
        </w:tc>
        <w:tc>
          <w:tcPr>
            <w:tcW w:w="5889" w:type="dxa"/>
          </w:tcPr>
          <w:p w14:paraId="6DA29176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Set di sostegno regolabile per collettore solare Arcobaleno SXM per il fissaggio su tetto in tegole o coppi con altezza massima di 60 mm.</w:t>
            </w:r>
          </w:p>
          <w:p w14:paraId="10B360CB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C950836" w14:textId="5263D5B3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Set sostegno doppio regolabile per tetto di tegole/coppi per 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09C4C2DC" w14:textId="77777777" w:rsidTr="009A6335">
        <w:tc>
          <w:tcPr>
            <w:tcW w:w="1299" w:type="dxa"/>
            <w:hideMark/>
          </w:tcPr>
          <w:p w14:paraId="30C6A882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02710510</w:t>
            </w:r>
          </w:p>
        </w:tc>
        <w:tc>
          <w:tcPr>
            <w:tcW w:w="2310" w:type="dxa"/>
            <w:hideMark/>
          </w:tcPr>
          <w:p w14:paraId="503B580B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Set sostegno estensione regolabile per tetto di tegole/coppi per Arcobaleno SXM</w:t>
            </w:r>
          </w:p>
        </w:tc>
        <w:tc>
          <w:tcPr>
            <w:tcW w:w="5889" w:type="dxa"/>
          </w:tcPr>
          <w:p w14:paraId="0FAD8F84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Set di sostegno per estensione regolabile per collettore solare Arcobaleno SXM per il fissaggio su tetto di tegole o coppi con altezza massima di 60 mm.</w:t>
            </w:r>
          </w:p>
          <w:p w14:paraId="1067758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155758" w14:textId="183D2322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lastRenderedPageBreak/>
              <w:t>Marca Emmeti - Modello Set sostegno estensione regolabile per tetto di tegole/coppi per 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0AE0DEE9" w14:textId="77777777" w:rsidTr="009A6335">
        <w:tc>
          <w:tcPr>
            <w:tcW w:w="1299" w:type="dxa"/>
            <w:hideMark/>
          </w:tcPr>
          <w:p w14:paraId="5C741703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lastRenderedPageBreak/>
              <w:t>02710520</w:t>
            </w:r>
          </w:p>
        </w:tc>
        <w:tc>
          <w:tcPr>
            <w:tcW w:w="2310" w:type="dxa"/>
            <w:hideMark/>
          </w:tcPr>
          <w:p w14:paraId="6CA3A48E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Set sostegno doppio per Arcobaleno SXM</w:t>
            </w:r>
          </w:p>
        </w:tc>
        <w:tc>
          <w:tcPr>
            <w:tcW w:w="5889" w:type="dxa"/>
          </w:tcPr>
          <w:p w14:paraId="5CECCCF3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Set di sostegno doppio per collettore solare Arcobaleno SXM con viti prigioniere.</w:t>
            </w:r>
          </w:p>
          <w:p w14:paraId="037F7FB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5439FF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Confezione da 2 pezzi.</w:t>
            </w:r>
          </w:p>
          <w:p w14:paraId="3341B84A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47C1C0" w14:textId="266DC67B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Set sostegno doppio per 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25DB3420" w14:textId="77777777" w:rsidTr="009A6335">
        <w:tc>
          <w:tcPr>
            <w:tcW w:w="1299" w:type="dxa"/>
            <w:hideMark/>
          </w:tcPr>
          <w:p w14:paraId="6FD4435E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02710530</w:t>
            </w:r>
          </w:p>
        </w:tc>
        <w:tc>
          <w:tcPr>
            <w:tcW w:w="2310" w:type="dxa"/>
            <w:hideMark/>
          </w:tcPr>
          <w:p w14:paraId="3D296C3A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 xml:space="preserve">Set sostegno estensione  per Arcobaleno SXM </w:t>
            </w:r>
          </w:p>
        </w:tc>
        <w:tc>
          <w:tcPr>
            <w:tcW w:w="5889" w:type="dxa"/>
          </w:tcPr>
          <w:p w14:paraId="7929C94E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Set di sostegno per estensione del collettore solare Arcobaleno SXM con viti prigioniere.</w:t>
            </w:r>
          </w:p>
          <w:p w14:paraId="531CA62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FFB78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Confezione da 1 pezzo.</w:t>
            </w:r>
          </w:p>
          <w:p w14:paraId="1EFEEC62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BF3183" w14:textId="4AFC216B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Set sostegno estensione  per 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77FC9E21" w14:textId="77777777" w:rsidTr="009A6335">
        <w:tc>
          <w:tcPr>
            <w:tcW w:w="1299" w:type="dxa"/>
            <w:hideMark/>
          </w:tcPr>
          <w:p w14:paraId="656B78AE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02710540</w:t>
            </w:r>
          </w:p>
        </w:tc>
        <w:tc>
          <w:tcPr>
            <w:tcW w:w="2310" w:type="dxa"/>
            <w:hideMark/>
          </w:tcPr>
          <w:p w14:paraId="670188DF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Raccordo D22 x D22 per Arcobaleno SXM</w:t>
            </w:r>
          </w:p>
        </w:tc>
        <w:tc>
          <w:tcPr>
            <w:tcW w:w="5889" w:type="dxa"/>
          </w:tcPr>
          <w:p w14:paraId="40ECAECD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Raccordo D22 x D22 con tenuta a secco per collettore solare Arcoaleno SXM.</w:t>
            </w:r>
          </w:p>
          <w:p w14:paraId="52FAB581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11F731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Misura: D22 x D22</w:t>
            </w:r>
          </w:p>
          <w:p w14:paraId="07451122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AF026A" w14:textId="50DCD37E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Raccordo D22 x D22 per 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30EE8F2C" w14:textId="77777777" w:rsidTr="009A6335">
        <w:tc>
          <w:tcPr>
            <w:tcW w:w="1299" w:type="dxa"/>
            <w:hideMark/>
          </w:tcPr>
          <w:p w14:paraId="314B617C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02707874</w:t>
            </w:r>
          </w:p>
        </w:tc>
        <w:tc>
          <w:tcPr>
            <w:tcW w:w="2310" w:type="dxa"/>
            <w:hideMark/>
          </w:tcPr>
          <w:p w14:paraId="33E79183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 xml:space="preserve">Raccordo a tenuta metallica </w:t>
            </w:r>
          </w:p>
          <w:p w14:paraId="55C622A9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3/4” M x DN 22</w:t>
            </w:r>
          </w:p>
        </w:tc>
        <w:tc>
          <w:tcPr>
            <w:tcW w:w="5889" w:type="dxa"/>
          </w:tcPr>
          <w:p w14:paraId="2D2C7F98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Raccordo a tenuta metallica con filetto maschio per tubi in rame.</w:t>
            </w:r>
          </w:p>
          <w:p w14:paraId="1F27A7AA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57D623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 xml:space="preserve">Misura: 3/4” M x DN 22 rame </w:t>
            </w:r>
          </w:p>
          <w:p w14:paraId="77BECB16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820B0B" w14:textId="01E71F26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Raccordo a tenuta metallica 3/4” M x DN 22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165E0759" w14:textId="77777777" w:rsidTr="009A6335">
        <w:tc>
          <w:tcPr>
            <w:tcW w:w="1299" w:type="dxa"/>
            <w:hideMark/>
          </w:tcPr>
          <w:p w14:paraId="4AF74D4C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02707876</w:t>
            </w:r>
          </w:p>
        </w:tc>
        <w:tc>
          <w:tcPr>
            <w:tcW w:w="2310" w:type="dxa"/>
            <w:hideMark/>
          </w:tcPr>
          <w:p w14:paraId="0C5D2CF0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 xml:space="preserve">Raccordo a tenuta metallica </w:t>
            </w:r>
          </w:p>
          <w:p w14:paraId="6D919BDF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1” M x DN 22</w:t>
            </w:r>
          </w:p>
        </w:tc>
        <w:tc>
          <w:tcPr>
            <w:tcW w:w="5889" w:type="dxa"/>
          </w:tcPr>
          <w:p w14:paraId="0615AC0E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Raccordo a tenuta metallica con filetto maschio per tubi in rame.</w:t>
            </w:r>
          </w:p>
          <w:p w14:paraId="08765A40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70EF77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Misura: 1” M x DN 22 rame</w:t>
            </w:r>
          </w:p>
          <w:p w14:paraId="6A9F7421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371645" w14:textId="7F0BE983" w:rsidR="00AC65D9" w:rsidRPr="009A6335" w:rsidRDefault="00AC65D9" w:rsidP="00AC65D9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Raccordo a tenuta metallica 1” M x DN 22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5D9" w14:paraId="2610E863" w14:textId="77777777" w:rsidTr="009A6335">
        <w:tc>
          <w:tcPr>
            <w:tcW w:w="1299" w:type="dxa"/>
            <w:hideMark/>
          </w:tcPr>
          <w:p w14:paraId="304C903E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02717120</w:t>
            </w:r>
          </w:p>
        </w:tc>
        <w:tc>
          <w:tcPr>
            <w:tcW w:w="2310" w:type="dxa"/>
            <w:hideMark/>
          </w:tcPr>
          <w:p w14:paraId="044659C4" w14:textId="77777777" w:rsidR="00AC65D9" w:rsidRPr="009A6335" w:rsidRDefault="00AC65D9" w:rsidP="00AC65D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A6335">
              <w:rPr>
                <w:rFonts w:ascii="Poppins" w:hAnsi="Poppins" w:cs="Poppins"/>
                <w:bCs/>
                <w:sz w:val="20"/>
              </w:rPr>
              <w:t>Kit tappi  Arcobaleno SXM</w:t>
            </w:r>
          </w:p>
        </w:tc>
        <w:tc>
          <w:tcPr>
            <w:tcW w:w="5889" w:type="dxa"/>
          </w:tcPr>
          <w:p w14:paraId="19EE735F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t>Kit composto da 2 tappi per collettore solare Arcobaleno SXM.</w:t>
            </w:r>
          </w:p>
          <w:p w14:paraId="6BCCBBB5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49F170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sz w:val="20"/>
              </w:rPr>
              <w:lastRenderedPageBreak/>
              <w:t>Misura: D22</w:t>
            </w:r>
          </w:p>
          <w:p w14:paraId="37C011B5" w14:textId="77777777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74132F" w14:textId="74F2E1CF" w:rsidR="00AC65D9" w:rsidRPr="009A6335" w:rsidRDefault="00AC65D9" w:rsidP="00AC65D9">
            <w:pPr>
              <w:jc w:val="both"/>
              <w:rPr>
                <w:rFonts w:ascii="Poppins" w:hAnsi="Poppins" w:cs="Poppins"/>
                <w:sz w:val="20"/>
              </w:rPr>
            </w:pPr>
            <w:r w:rsidRPr="009A6335">
              <w:rPr>
                <w:rFonts w:ascii="Poppins" w:hAnsi="Poppins" w:cs="Poppins"/>
                <w:b/>
                <w:sz w:val="20"/>
              </w:rPr>
              <w:t>Marca Emmeti - Modello Kit tappi  Arcobaleno SXM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D1384" w14:paraId="08B3CA57" w14:textId="77777777" w:rsidTr="009A6335">
        <w:tc>
          <w:tcPr>
            <w:tcW w:w="1299" w:type="dxa"/>
          </w:tcPr>
          <w:p w14:paraId="26AA2F31" w14:textId="04E54676" w:rsidR="000D1384" w:rsidRPr="000D1384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D1384">
              <w:rPr>
                <w:rFonts w:ascii="Poppins" w:hAnsi="Poppins" w:cs="Poppins"/>
                <w:bCs/>
                <w:sz w:val="20"/>
              </w:rPr>
              <w:lastRenderedPageBreak/>
              <w:t>02710242</w:t>
            </w:r>
          </w:p>
        </w:tc>
        <w:tc>
          <w:tcPr>
            <w:tcW w:w="2310" w:type="dxa"/>
          </w:tcPr>
          <w:p w14:paraId="6ACCC853" w14:textId="77777777" w:rsidR="000D1384" w:rsidRPr="000D1384" w:rsidRDefault="000D1384" w:rsidP="000D1384">
            <w:pPr>
              <w:pStyle w:val="Intestazione"/>
              <w:tabs>
                <w:tab w:val="left" w:pos="43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D1384">
              <w:rPr>
                <w:rFonts w:ascii="Poppins" w:hAnsi="Poppins" w:cs="Poppins"/>
                <w:bCs/>
                <w:sz w:val="20"/>
              </w:rPr>
              <w:t>Set montaggio parallelo a tetto su tetto di coppi/tegole</w:t>
            </w:r>
          </w:p>
          <w:p w14:paraId="69E137D3" w14:textId="5C300182" w:rsidR="000D1384" w:rsidRPr="000D1384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D1384">
              <w:rPr>
                <w:rFonts w:ascii="Poppins" w:hAnsi="Poppins" w:cs="Poppins"/>
                <w:bCs/>
                <w:sz w:val="20"/>
              </w:rPr>
              <w:t>1 NS</w:t>
            </w:r>
            <w:r w:rsidRPr="000D1384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78AED7BD" w14:textId="6FC82678" w:rsidR="000D1384" w:rsidRPr="000D1384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0D1384">
              <w:rPr>
                <w:rFonts w:ascii="Poppins" w:hAnsi="Poppins" w:cs="Poppins"/>
                <w:sz w:val="20"/>
              </w:rPr>
              <w:t>Set di montaggio in alluminio e acciaio zincato per 1 collettore solare Arcobaleno NS</w:t>
            </w:r>
            <w:r>
              <w:rPr>
                <w:rFonts w:ascii="Poppins" w:hAnsi="Poppins" w:cs="Poppins"/>
                <w:sz w:val="20"/>
              </w:rPr>
              <w:t>12</w:t>
            </w:r>
            <w:r w:rsidRPr="000D1384">
              <w:rPr>
                <w:rFonts w:ascii="Poppins" w:hAnsi="Poppins" w:cs="Poppins"/>
                <w:sz w:val="20"/>
              </w:rPr>
              <w:t xml:space="preserve"> su tetto di coppi o tegole.</w:t>
            </w:r>
          </w:p>
          <w:p w14:paraId="6697677E" w14:textId="77777777" w:rsidR="000D1384" w:rsidRPr="000D1384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278F5E" w14:textId="469AE8A4" w:rsidR="000D1384" w:rsidRPr="000D1384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0D1384">
              <w:rPr>
                <w:rFonts w:ascii="Poppins" w:hAnsi="Poppins" w:cs="Poppins"/>
                <w:b/>
                <w:sz w:val="20"/>
              </w:rPr>
              <w:t>Marca Emmeti - Modello Set montaggio parallelo a tetto su tetto di coppi/tegole 1 NS</w:t>
            </w:r>
            <w:r>
              <w:rPr>
                <w:rFonts w:ascii="Poppins" w:hAnsi="Poppins" w:cs="Poppins"/>
                <w:b/>
                <w:sz w:val="20"/>
              </w:rPr>
              <w:t>12</w:t>
            </w:r>
            <w:r w:rsidRPr="000D1384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0D1384" w14:paraId="093DDCB6" w14:textId="77777777" w:rsidTr="009A6335">
        <w:tc>
          <w:tcPr>
            <w:tcW w:w="1299" w:type="dxa"/>
          </w:tcPr>
          <w:p w14:paraId="7F54FDEB" w14:textId="5A5D8F6D" w:rsidR="000D1384" w:rsidRPr="00754200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54200">
              <w:rPr>
                <w:rFonts w:ascii="Poppins" w:hAnsi="Poppins" w:cs="Poppins"/>
                <w:bCs/>
                <w:sz w:val="20"/>
              </w:rPr>
              <w:t>02710244</w:t>
            </w:r>
          </w:p>
        </w:tc>
        <w:tc>
          <w:tcPr>
            <w:tcW w:w="2310" w:type="dxa"/>
          </w:tcPr>
          <w:p w14:paraId="52543B76" w14:textId="77777777" w:rsidR="000D1384" w:rsidRPr="00754200" w:rsidRDefault="000D1384" w:rsidP="000D1384">
            <w:pPr>
              <w:pStyle w:val="Intestazione"/>
              <w:tabs>
                <w:tab w:val="left" w:pos="43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54200">
              <w:rPr>
                <w:rFonts w:ascii="Poppins" w:hAnsi="Poppins" w:cs="Poppins"/>
                <w:bCs/>
                <w:sz w:val="20"/>
              </w:rPr>
              <w:t>Set montaggio parallelo a tetto su tetto di coppi/tegole</w:t>
            </w:r>
          </w:p>
          <w:p w14:paraId="7A9E0AEA" w14:textId="6334E84D" w:rsidR="000D1384" w:rsidRPr="00754200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54200">
              <w:rPr>
                <w:rFonts w:ascii="Poppins" w:hAnsi="Poppins" w:cs="Poppins"/>
                <w:bCs/>
                <w:sz w:val="20"/>
              </w:rPr>
              <w:t>2 NS</w:t>
            </w:r>
            <w:r w:rsidR="00754200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58BE6E4B" w14:textId="447E24AD" w:rsidR="000D1384" w:rsidRPr="00754200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754200">
              <w:rPr>
                <w:rFonts w:ascii="Poppins" w:hAnsi="Poppins" w:cs="Poppins"/>
                <w:sz w:val="20"/>
              </w:rPr>
              <w:t>Set di montaggio in alluminio e acciaio zincato per 2 collettori solari Arcobaleno NS</w:t>
            </w:r>
            <w:r w:rsidR="00754200">
              <w:rPr>
                <w:rFonts w:ascii="Poppins" w:hAnsi="Poppins" w:cs="Poppins"/>
                <w:sz w:val="20"/>
              </w:rPr>
              <w:t>12</w:t>
            </w:r>
            <w:r w:rsidRPr="00754200">
              <w:rPr>
                <w:rFonts w:ascii="Poppins" w:hAnsi="Poppins" w:cs="Poppins"/>
                <w:sz w:val="20"/>
              </w:rPr>
              <w:t xml:space="preserve"> su tetto di coppi o tegole.</w:t>
            </w:r>
          </w:p>
          <w:p w14:paraId="1C9A0B84" w14:textId="77777777" w:rsidR="000D1384" w:rsidRPr="00754200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15BE9A" w14:textId="6AFCB530" w:rsidR="000D1384" w:rsidRPr="00754200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754200">
              <w:rPr>
                <w:rFonts w:ascii="Poppins" w:hAnsi="Poppins" w:cs="Poppins"/>
                <w:b/>
                <w:sz w:val="20"/>
              </w:rPr>
              <w:t>Marca Emmeti - Modello Set montaggio parallelo a tetto su tetto di coppi/tegole 2 NS</w:t>
            </w:r>
            <w:r w:rsidR="00754200">
              <w:rPr>
                <w:rFonts w:ascii="Poppins" w:hAnsi="Poppins" w:cs="Poppins"/>
                <w:b/>
                <w:sz w:val="20"/>
              </w:rPr>
              <w:t>12</w:t>
            </w:r>
            <w:r w:rsidRPr="00754200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0D1384" w14:paraId="398E76D9" w14:textId="77777777" w:rsidTr="009A6335">
        <w:tc>
          <w:tcPr>
            <w:tcW w:w="1299" w:type="dxa"/>
          </w:tcPr>
          <w:p w14:paraId="35F967E4" w14:textId="2C156172" w:rsidR="000D1384" w:rsidRPr="00C874C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874C8">
              <w:rPr>
                <w:rFonts w:ascii="Poppins" w:hAnsi="Poppins" w:cs="Poppins"/>
                <w:bCs/>
                <w:sz w:val="20"/>
              </w:rPr>
              <w:t>02710172</w:t>
            </w:r>
          </w:p>
        </w:tc>
        <w:tc>
          <w:tcPr>
            <w:tcW w:w="2310" w:type="dxa"/>
          </w:tcPr>
          <w:p w14:paraId="4B4818C5" w14:textId="77777777" w:rsidR="000D1384" w:rsidRPr="00C874C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874C8">
              <w:rPr>
                <w:rFonts w:ascii="Poppins" w:hAnsi="Poppins" w:cs="Poppins"/>
                <w:bCs/>
                <w:sz w:val="20"/>
              </w:rPr>
              <w:t>Set montaggio su tetto piano 45°</w:t>
            </w:r>
          </w:p>
          <w:p w14:paraId="3C136388" w14:textId="7981506B" w:rsidR="000D1384" w:rsidRPr="00C874C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874C8">
              <w:rPr>
                <w:rFonts w:ascii="Poppins" w:hAnsi="Poppins" w:cs="Poppins"/>
                <w:bCs/>
                <w:sz w:val="20"/>
              </w:rPr>
              <w:t>1 NS</w:t>
            </w:r>
            <w:r w:rsidR="00E71D29" w:rsidRPr="00C874C8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0426BD57" w14:textId="54886B64" w:rsidR="000D1384" w:rsidRPr="00C874C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C874C8">
              <w:rPr>
                <w:rFonts w:ascii="Poppins" w:hAnsi="Poppins" w:cs="Poppins"/>
                <w:sz w:val="20"/>
              </w:rPr>
              <w:t>Set di montaggio a 45° in alluminio per 1 collettore solare Arcobaleno NS</w:t>
            </w:r>
            <w:r w:rsidR="00E71D29" w:rsidRPr="00C874C8">
              <w:rPr>
                <w:rFonts w:ascii="Poppins" w:hAnsi="Poppins" w:cs="Poppins"/>
                <w:sz w:val="20"/>
              </w:rPr>
              <w:t>12</w:t>
            </w:r>
            <w:r w:rsidRPr="00C874C8">
              <w:rPr>
                <w:rFonts w:ascii="Poppins" w:hAnsi="Poppins" w:cs="Poppins"/>
                <w:sz w:val="20"/>
              </w:rPr>
              <w:t xml:space="preserve"> su tetto piano.</w:t>
            </w:r>
          </w:p>
          <w:p w14:paraId="5D3A6C26" w14:textId="77777777" w:rsidR="000D1384" w:rsidRPr="00C874C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DE19BE" w14:textId="535665CD" w:rsidR="000D1384" w:rsidRPr="00C874C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C874C8">
              <w:rPr>
                <w:rFonts w:ascii="Poppins" w:hAnsi="Poppins" w:cs="Poppins"/>
                <w:b/>
                <w:sz w:val="20"/>
              </w:rPr>
              <w:t>Marca Emmeti - Modello Set montaggio su tetto piano 45° 1 NS</w:t>
            </w:r>
            <w:r w:rsidR="00E71D29" w:rsidRPr="00C874C8">
              <w:rPr>
                <w:rFonts w:ascii="Poppins" w:hAnsi="Poppins" w:cs="Poppins"/>
                <w:b/>
                <w:sz w:val="20"/>
              </w:rPr>
              <w:t>12</w:t>
            </w:r>
            <w:r w:rsidRPr="00C874C8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0D1384" w14:paraId="59A2C304" w14:textId="77777777" w:rsidTr="009A6335">
        <w:tc>
          <w:tcPr>
            <w:tcW w:w="1299" w:type="dxa"/>
          </w:tcPr>
          <w:p w14:paraId="0D451372" w14:textId="1CFEB582" w:rsidR="000D1384" w:rsidRPr="00C874C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874C8">
              <w:rPr>
                <w:rFonts w:ascii="Poppins" w:hAnsi="Poppins" w:cs="Poppins"/>
                <w:bCs/>
                <w:sz w:val="20"/>
              </w:rPr>
              <w:t>02710182</w:t>
            </w:r>
          </w:p>
        </w:tc>
        <w:tc>
          <w:tcPr>
            <w:tcW w:w="2310" w:type="dxa"/>
          </w:tcPr>
          <w:p w14:paraId="7286026E" w14:textId="77777777" w:rsidR="000D1384" w:rsidRPr="00C874C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874C8">
              <w:rPr>
                <w:rFonts w:ascii="Poppins" w:hAnsi="Poppins" w:cs="Poppins"/>
                <w:bCs/>
                <w:sz w:val="20"/>
              </w:rPr>
              <w:t>Set montaggio su tetto piano 45°</w:t>
            </w:r>
          </w:p>
          <w:p w14:paraId="2E07B549" w14:textId="5D851A41" w:rsidR="000D1384" w:rsidRPr="00C874C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874C8">
              <w:rPr>
                <w:rFonts w:ascii="Poppins" w:hAnsi="Poppins" w:cs="Poppins"/>
                <w:bCs/>
                <w:sz w:val="20"/>
              </w:rPr>
              <w:t>2 NS</w:t>
            </w:r>
            <w:r w:rsidR="00E71D29" w:rsidRPr="00C874C8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2F050DDE" w14:textId="1DF20EC2" w:rsidR="000D1384" w:rsidRPr="00C874C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C874C8">
              <w:rPr>
                <w:rFonts w:ascii="Poppins" w:hAnsi="Poppins" w:cs="Poppins"/>
                <w:sz w:val="20"/>
              </w:rPr>
              <w:t>Set di montaggio a 45° in alluminio per 2 collettori solari Arcobaleno NS</w:t>
            </w:r>
            <w:r w:rsidR="00E71D29" w:rsidRPr="00C874C8">
              <w:rPr>
                <w:rFonts w:ascii="Poppins" w:hAnsi="Poppins" w:cs="Poppins"/>
                <w:sz w:val="20"/>
              </w:rPr>
              <w:t>12</w:t>
            </w:r>
            <w:r w:rsidRPr="00C874C8">
              <w:rPr>
                <w:rFonts w:ascii="Poppins" w:hAnsi="Poppins" w:cs="Poppins"/>
                <w:sz w:val="20"/>
              </w:rPr>
              <w:t xml:space="preserve"> su tetto piano.</w:t>
            </w:r>
          </w:p>
          <w:p w14:paraId="6FF1DCCE" w14:textId="77777777" w:rsidR="000D1384" w:rsidRPr="00C874C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C2862F" w14:textId="6360DC11" w:rsidR="000D1384" w:rsidRPr="00C874C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C874C8">
              <w:rPr>
                <w:rFonts w:ascii="Poppins" w:hAnsi="Poppins" w:cs="Poppins"/>
                <w:b/>
                <w:sz w:val="20"/>
              </w:rPr>
              <w:t>Marca Emmeti - Modello Set montaggio su tetto piano 45° 2 NS</w:t>
            </w:r>
            <w:r w:rsidR="00E71D29" w:rsidRPr="00C874C8">
              <w:rPr>
                <w:rFonts w:ascii="Poppins" w:hAnsi="Poppins" w:cs="Poppins"/>
                <w:b/>
                <w:sz w:val="20"/>
              </w:rPr>
              <w:t>12</w:t>
            </w:r>
            <w:r w:rsidRPr="00C874C8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0D1384" w14:paraId="5F141681" w14:textId="77777777" w:rsidTr="009A6335">
        <w:tc>
          <w:tcPr>
            <w:tcW w:w="1299" w:type="dxa"/>
          </w:tcPr>
          <w:p w14:paraId="32D72D27" w14:textId="13986555" w:rsidR="000D1384" w:rsidRPr="00CB619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B6198">
              <w:rPr>
                <w:rFonts w:ascii="Poppins" w:hAnsi="Poppins" w:cs="Poppins"/>
                <w:bCs/>
                <w:sz w:val="20"/>
              </w:rPr>
              <w:t>02710110</w:t>
            </w:r>
          </w:p>
        </w:tc>
        <w:tc>
          <w:tcPr>
            <w:tcW w:w="2310" w:type="dxa"/>
          </w:tcPr>
          <w:p w14:paraId="03EC08EA" w14:textId="6A1E3E18" w:rsidR="000D1384" w:rsidRPr="00CB6198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B6198">
              <w:rPr>
                <w:rFonts w:ascii="Poppins" w:hAnsi="Poppins" w:cs="Poppins"/>
                <w:bCs/>
                <w:sz w:val="20"/>
              </w:rPr>
              <w:t>Giunto flessibile per collettore solare Arcobaleno NS</w:t>
            </w:r>
            <w:r w:rsidR="00E71D29" w:rsidRPr="00CB6198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7D7AABD6" w14:textId="5B3D365D" w:rsidR="000D1384" w:rsidRPr="00CB619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CB6198">
              <w:rPr>
                <w:rFonts w:ascii="Poppins" w:hAnsi="Poppins" w:cs="Poppins"/>
                <w:sz w:val="20"/>
              </w:rPr>
              <w:t>Giunto flessibile in acciaio inox per collettore solare Arcobaleno NS</w:t>
            </w:r>
            <w:r w:rsidR="00E71D29" w:rsidRPr="00CB6198">
              <w:rPr>
                <w:rFonts w:ascii="Poppins" w:hAnsi="Poppins" w:cs="Poppins"/>
                <w:sz w:val="20"/>
              </w:rPr>
              <w:t>12</w:t>
            </w:r>
            <w:r w:rsidRPr="00CB6198">
              <w:rPr>
                <w:rFonts w:ascii="Poppins" w:hAnsi="Poppins" w:cs="Poppins"/>
                <w:sz w:val="20"/>
              </w:rPr>
              <w:t>.</w:t>
            </w:r>
          </w:p>
          <w:p w14:paraId="661F1E49" w14:textId="77777777" w:rsidR="000D1384" w:rsidRPr="00CB619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D9C5F0" w14:textId="77777777" w:rsidR="000D1384" w:rsidRPr="00CB6198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CB6198">
              <w:rPr>
                <w:rFonts w:ascii="Poppins" w:hAnsi="Poppins" w:cs="Poppins"/>
                <w:sz w:val="20"/>
              </w:rPr>
              <w:t>Misura: 3/4" F con girello</w:t>
            </w:r>
          </w:p>
          <w:p w14:paraId="078B65DA" w14:textId="77777777" w:rsidR="000D1384" w:rsidRPr="00CB6198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1EA106" w14:textId="6B25A160" w:rsidR="000D1384" w:rsidRPr="00CB6198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CB6198">
              <w:rPr>
                <w:rFonts w:ascii="Poppins" w:hAnsi="Poppins" w:cs="Poppins"/>
                <w:b/>
                <w:sz w:val="20"/>
              </w:rPr>
              <w:t>Marca Emmeti – Modello Giunto flessibile per collettore solare Arcobaleno NS</w:t>
            </w:r>
            <w:r w:rsidR="00E71D29" w:rsidRPr="00CB6198">
              <w:rPr>
                <w:rFonts w:ascii="Poppins" w:hAnsi="Poppins" w:cs="Poppins"/>
                <w:b/>
                <w:sz w:val="20"/>
              </w:rPr>
              <w:t>12</w:t>
            </w:r>
            <w:r w:rsidRPr="00CB6198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0D1384" w14:paraId="48E4C341" w14:textId="77777777" w:rsidTr="009A6335">
        <w:tc>
          <w:tcPr>
            <w:tcW w:w="1299" w:type="dxa"/>
          </w:tcPr>
          <w:p w14:paraId="38D297D7" w14:textId="67E3C7CB" w:rsidR="000D1384" w:rsidRPr="00E71D29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71D29">
              <w:rPr>
                <w:rFonts w:ascii="Poppins" w:hAnsi="Poppins" w:cs="Poppins"/>
                <w:bCs/>
                <w:sz w:val="20"/>
              </w:rPr>
              <w:t>02412620</w:t>
            </w:r>
          </w:p>
        </w:tc>
        <w:tc>
          <w:tcPr>
            <w:tcW w:w="2310" w:type="dxa"/>
          </w:tcPr>
          <w:p w14:paraId="28749814" w14:textId="77777777" w:rsidR="000D1384" w:rsidRPr="00E71D29" w:rsidRDefault="000D1384" w:rsidP="000D1384">
            <w:pPr>
              <w:jc w:val="center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Flexorapid</w:t>
            </w:r>
          </w:p>
          <w:p w14:paraId="1BFB0F3C" w14:textId="77777777" w:rsidR="000D1384" w:rsidRPr="00E71D29" w:rsidRDefault="000D1384" w:rsidP="000D1384">
            <w:pPr>
              <w:jc w:val="center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giunto flessibile</w:t>
            </w:r>
          </w:p>
          <w:p w14:paraId="09842DB8" w14:textId="77777777" w:rsidR="000D1384" w:rsidRPr="00E71D29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M 3/4" x F 3/4"</w:t>
            </w:r>
          </w:p>
          <w:p w14:paraId="0217E05C" w14:textId="288BF680" w:rsidR="000D1384" w:rsidRPr="00E71D29" w:rsidRDefault="005A0BE3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sz w:val="20"/>
              </w:rPr>
              <w:t>80</w:t>
            </w:r>
            <w:r w:rsidR="000D1384" w:rsidRPr="00E71D29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5889" w:type="dxa"/>
          </w:tcPr>
          <w:p w14:paraId="123ED410" w14:textId="32BAD24F" w:rsidR="000D1384" w:rsidRPr="00E71D29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 xml:space="preserve">Giunto adattatore in acciaio inox per acqua, lunghezza </w:t>
            </w:r>
            <w:r w:rsidR="005A0BE3">
              <w:rPr>
                <w:rFonts w:ascii="Poppins" w:hAnsi="Poppins" w:cs="Poppins"/>
                <w:sz w:val="20"/>
              </w:rPr>
              <w:t>80</w:t>
            </w:r>
            <w:r w:rsidRPr="00E71D29">
              <w:rPr>
                <w:rFonts w:ascii="Poppins" w:hAnsi="Poppins" w:cs="Poppins"/>
                <w:sz w:val="20"/>
              </w:rPr>
              <w:t xml:space="preserve"> mm ed estensibile fino a 1</w:t>
            </w:r>
            <w:r w:rsidR="005A0BE3">
              <w:rPr>
                <w:rFonts w:ascii="Poppins" w:hAnsi="Poppins" w:cs="Poppins"/>
                <w:sz w:val="20"/>
              </w:rPr>
              <w:t>00</w:t>
            </w:r>
            <w:r w:rsidRPr="00E71D29">
              <w:rPr>
                <w:rFonts w:ascii="Poppins" w:hAnsi="Poppins" w:cs="Poppins"/>
                <w:sz w:val="20"/>
              </w:rPr>
              <w:t xml:space="preserve"> mm.</w:t>
            </w:r>
          </w:p>
          <w:p w14:paraId="0F5A1A85" w14:textId="77777777" w:rsidR="000D1384" w:rsidRPr="00E71D29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B81658" w14:textId="77777777" w:rsidR="000D1384" w:rsidRPr="00E71D29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71D29">
              <w:rPr>
                <w:rFonts w:ascii="Poppins" w:hAnsi="Poppins" w:cs="Poppins"/>
                <w:b/>
                <w:sz w:val="20"/>
              </w:rPr>
              <w:t>Costruzione:</w:t>
            </w:r>
          </w:p>
          <w:p w14:paraId="473DE005" w14:textId="77777777" w:rsidR="000D1384" w:rsidRPr="00E71D29" w:rsidRDefault="000D1384" w:rsidP="000D1384">
            <w:pPr>
              <w:pStyle w:val="Intestazione"/>
              <w:numPr>
                <w:ilvl w:val="0"/>
                <w:numId w:val="3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Parte flessibile in acciaio inox ASTM A2 40 TP-AISI316L</w:t>
            </w:r>
          </w:p>
          <w:p w14:paraId="2BC8068B" w14:textId="77777777" w:rsidR="000D1384" w:rsidRPr="00E71D29" w:rsidRDefault="000D1384" w:rsidP="000D1384">
            <w:pPr>
              <w:pStyle w:val="Intestazione"/>
              <w:numPr>
                <w:ilvl w:val="0"/>
                <w:numId w:val="3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Dado in ottone</w:t>
            </w:r>
          </w:p>
          <w:p w14:paraId="33AFDD76" w14:textId="77777777" w:rsidR="000D1384" w:rsidRPr="00E71D29" w:rsidRDefault="000D1384" w:rsidP="000D1384">
            <w:pPr>
              <w:pStyle w:val="Intestazione"/>
              <w:numPr>
                <w:ilvl w:val="0"/>
                <w:numId w:val="3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Filettatura maschio in acciaio inox</w:t>
            </w:r>
          </w:p>
          <w:p w14:paraId="7CCFBEF9" w14:textId="77777777" w:rsidR="000D1384" w:rsidRPr="00E71D29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8DE3EC2" w14:textId="77777777" w:rsidR="000D1384" w:rsidRPr="00E71D29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71D29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111A6C53" w14:textId="77777777" w:rsidR="000D1384" w:rsidRPr="00E71D29" w:rsidRDefault="000D1384" w:rsidP="000D1384">
            <w:pPr>
              <w:pStyle w:val="Intestazione"/>
              <w:numPr>
                <w:ilvl w:val="0"/>
                <w:numId w:val="3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Temperatura massima di esercizio: 120 °C</w:t>
            </w:r>
          </w:p>
          <w:p w14:paraId="3DBA6972" w14:textId="77777777" w:rsidR="000D1384" w:rsidRPr="00E71D29" w:rsidRDefault="000D1384" w:rsidP="000D1384">
            <w:pPr>
              <w:pStyle w:val="Intestazione"/>
              <w:numPr>
                <w:ilvl w:val="0"/>
                <w:numId w:val="3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71D29">
              <w:rPr>
                <w:rFonts w:ascii="Poppins" w:hAnsi="Poppins" w:cs="Poppins"/>
                <w:bCs/>
                <w:sz w:val="20"/>
              </w:rPr>
              <w:t>Pressione massima di esercizio: 10 bar</w:t>
            </w:r>
          </w:p>
          <w:p w14:paraId="336C0438" w14:textId="77777777" w:rsidR="000D1384" w:rsidRPr="00E71D29" w:rsidRDefault="000D1384" w:rsidP="000D1384">
            <w:pPr>
              <w:pStyle w:val="Intestazione"/>
              <w:numPr>
                <w:ilvl w:val="0"/>
                <w:numId w:val="35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sz w:val="20"/>
              </w:rPr>
              <w:t>Misura: 3/4" maschio x 3/4" femmina</w:t>
            </w:r>
          </w:p>
          <w:p w14:paraId="51EAAEF6" w14:textId="77777777" w:rsidR="000D1384" w:rsidRPr="00E71D29" w:rsidRDefault="000D1384" w:rsidP="000D138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06E74F" w14:textId="21A7BA72" w:rsidR="000D1384" w:rsidRPr="00E71D29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E71D29">
              <w:rPr>
                <w:rFonts w:ascii="Poppins" w:hAnsi="Poppins" w:cs="Poppins"/>
                <w:b/>
                <w:sz w:val="20"/>
              </w:rPr>
              <w:t xml:space="preserve">Marca Emmeti – Modello Flexorapid giunto flessibile M 3/4" x F 3/4" </w:t>
            </w:r>
            <w:r w:rsidR="005A0BE3">
              <w:rPr>
                <w:rFonts w:ascii="Poppins" w:hAnsi="Poppins" w:cs="Poppins"/>
                <w:b/>
                <w:sz w:val="20"/>
              </w:rPr>
              <w:t>80</w:t>
            </w:r>
            <w:r w:rsidRPr="00E71D29">
              <w:rPr>
                <w:rFonts w:ascii="Poppins" w:hAnsi="Poppins" w:cs="Poppins"/>
                <w:b/>
                <w:sz w:val="20"/>
              </w:rPr>
              <w:t xml:space="preserve"> mm o equivalente.</w:t>
            </w:r>
          </w:p>
        </w:tc>
      </w:tr>
      <w:tr w:rsidR="000D1384" w14:paraId="11DD2FD8" w14:textId="77777777" w:rsidTr="009A6335">
        <w:tc>
          <w:tcPr>
            <w:tcW w:w="1299" w:type="dxa"/>
          </w:tcPr>
          <w:p w14:paraId="12D8285D" w14:textId="42E45D7A" w:rsidR="000D1384" w:rsidRPr="00DE02E3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E02E3">
              <w:rPr>
                <w:rFonts w:ascii="Poppins" w:hAnsi="Poppins" w:cs="Poppins"/>
                <w:bCs/>
                <w:sz w:val="20"/>
              </w:rPr>
              <w:lastRenderedPageBreak/>
              <w:t>02717130</w:t>
            </w:r>
          </w:p>
        </w:tc>
        <w:tc>
          <w:tcPr>
            <w:tcW w:w="2310" w:type="dxa"/>
          </w:tcPr>
          <w:p w14:paraId="09912C63" w14:textId="698A4303" w:rsidR="000D1384" w:rsidRPr="00DE02E3" w:rsidRDefault="000D1384" w:rsidP="000D138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E02E3">
              <w:rPr>
                <w:rFonts w:ascii="Poppins" w:hAnsi="Poppins" w:cs="Poppins"/>
                <w:bCs/>
                <w:sz w:val="20"/>
              </w:rPr>
              <w:t>Kit tappi per Arcobaleno NS</w:t>
            </w:r>
            <w:r w:rsidR="00E71D29" w:rsidRPr="00DE02E3">
              <w:rPr>
                <w:rFonts w:ascii="Poppins" w:hAnsi="Poppins" w:cs="Poppins"/>
                <w:bCs/>
                <w:sz w:val="20"/>
              </w:rPr>
              <w:t>12</w:t>
            </w:r>
          </w:p>
        </w:tc>
        <w:tc>
          <w:tcPr>
            <w:tcW w:w="5889" w:type="dxa"/>
          </w:tcPr>
          <w:p w14:paraId="16FC8334" w14:textId="1321321B" w:rsidR="000D1384" w:rsidRPr="00DE02E3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DE02E3">
              <w:rPr>
                <w:rFonts w:ascii="Poppins" w:hAnsi="Poppins" w:cs="Poppins"/>
                <w:sz w:val="20"/>
              </w:rPr>
              <w:t>Kit tappi di chiusura per collettore solare Arcobaleno NS</w:t>
            </w:r>
            <w:r w:rsidR="00E71D29" w:rsidRPr="00DE02E3">
              <w:rPr>
                <w:rFonts w:ascii="Poppins" w:hAnsi="Poppins" w:cs="Poppins"/>
                <w:sz w:val="20"/>
              </w:rPr>
              <w:t>12</w:t>
            </w:r>
            <w:r w:rsidRPr="00DE02E3">
              <w:rPr>
                <w:rFonts w:ascii="Poppins" w:hAnsi="Poppins" w:cs="Poppins"/>
                <w:sz w:val="20"/>
              </w:rPr>
              <w:t>.</w:t>
            </w:r>
          </w:p>
          <w:p w14:paraId="70423189" w14:textId="77777777" w:rsidR="000D1384" w:rsidRPr="00DE02E3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735832" w14:textId="77777777" w:rsidR="000D1384" w:rsidRPr="00DE02E3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DE02E3">
              <w:rPr>
                <w:rFonts w:ascii="Poppins" w:hAnsi="Poppins" w:cs="Poppins"/>
                <w:sz w:val="20"/>
              </w:rPr>
              <w:t>Misura: 3/4"</w:t>
            </w:r>
          </w:p>
          <w:p w14:paraId="020B40B9" w14:textId="77777777" w:rsidR="000D1384" w:rsidRPr="00DE02E3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609913" w14:textId="506E3DFE" w:rsidR="000D1384" w:rsidRPr="00DE02E3" w:rsidRDefault="000D1384" w:rsidP="000D1384">
            <w:pPr>
              <w:jc w:val="both"/>
              <w:rPr>
                <w:rFonts w:ascii="Poppins" w:hAnsi="Poppins" w:cs="Poppins"/>
                <w:sz w:val="20"/>
              </w:rPr>
            </w:pPr>
            <w:r w:rsidRPr="00DE02E3">
              <w:rPr>
                <w:rFonts w:ascii="Poppins" w:hAnsi="Poppins" w:cs="Poppins"/>
                <w:b/>
                <w:sz w:val="20"/>
              </w:rPr>
              <w:t>Marca Emmeti - Modello Kit tappi per Arcobaleno NS</w:t>
            </w:r>
            <w:r w:rsidR="00E71D29" w:rsidRPr="00DE02E3">
              <w:rPr>
                <w:rFonts w:ascii="Poppins" w:hAnsi="Poppins" w:cs="Poppins"/>
                <w:b/>
                <w:sz w:val="20"/>
              </w:rPr>
              <w:t>12</w:t>
            </w:r>
            <w:r w:rsidRPr="00DE02E3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</w:tbl>
    <w:p w14:paraId="71AFF08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95D1" w14:textId="77777777" w:rsidR="00833DBE" w:rsidRDefault="00833DBE">
      <w:r>
        <w:separator/>
      </w:r>
    </w:p>
  </w:endnote>
  <w:endnote w:type="continuationSeparator" w:id="0">
    <w:p w14:paraId="13BA9B1B" w14:textId="77777777" w:rsidR="00833DBE" w:rsidRDefault="0083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60C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E72AADA" w14:textId="77777777" w:rsidTr="004706FD">
      <w:tc>
        <w:tcPr>
          <w:tcW w:w="4534" w:type="dxa"/>
        </w:tcPr>
        <w:p w14:paraId="393503DE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9A6335">
            <w:rPr>
              <w:rFonts w:ascii="Poppins" w:hAnsi="Poppins" w:cs="Poppins"/>
              <w:iCs/>
              <w:noProof/>
              <w:sz w:val="16"/>
            </w:rPr>
            <w:t>Collettori solari Arcobaleno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1E2375C" w14:textId="77E849D7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A0BE3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0112C49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80806BD" wp14:editId="56F750F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B1722" w14:textId="77777777" w:rsidR="00833DBE" w:rsidRDefault="00833DBE">
      <w:r>
        <w:separator/>
      </w:r>
    </w:p>
  </w:footnote>
  <w:footnote w:type="continuationSeparator" w:id="0">
    <w:p w14:paraId="47A143B1" w14:textId="77777777" w:rsidR="00833DBE" w:rsidRDefault="00833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DD712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501CE64" wp14:editId="51579550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840A48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2F4CAD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306CF"/>
    <w:multiLevelType w:val="hybridMultilevel"/>
    <w:tmpl w:val="7DBE822A"/>
    <w:lvl w:ilvl="0" w:tplc="A3CEC4EE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F6228"/>
    <w:multiLevelType w:val="hybridMultilevel"/>
    <w:tmpl w:val="D5A0DF66"/>
    <w:lvl w:ilvl="0" w:tplc="9C308A7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885"/>
    <w:multiLevelType w:val="hybridMultilevel"/>
    <w:tmpl w:val="7988ECA2"/>
    <w:lvl w:ilvl="0" w:tplc="4C0AAB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A634D"/>
    <w:multiLevelType w:val="hybridMultilevel"/>
    <w:tmpl w:val="B8DC4DDC"/>
    <w:lvl w:ilvl="0" w:tplc="9C308A7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71F84"/>
    <w:multiLevelType w:val="hybridMultilevel"/>
    <w:tmpl w:val="C0FAE7E0"/>
    <w:lvl w:ilvl="0" w:tplc="9C308A7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655A8"/>
    <w:multiLevelType w:val="hybridMultilevel"/>
    <w:tmpl w:val="9EB4D5E4"/>
    <w:lvl w:ilvl="0" w:tplc="9C308A7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953282">
    <w:abstractNumId w:val="20"/>
  </w:num>
  <w:num w:numId="2" w16cid:durableId="2127459936">
    <w:abstractNumId w:val="19"/>
  </w:num>
  <w:num w:numId="3" w16cid:durableId="42603195">
    <w:abstractNumId w:val="9"/>
  </w:num>
  <w:num w:numId="4" w16cid:durableId="474832794">
    <w:abstractNumId w:val="3"/>
  </w:num>
  <w:num w:numId="5" w16cid:durableId="678695262">
    <w:abstractNumId w:val="17"/>
  </w:num>
  <w:num w:numId="6" w16cid:durableId="338972386">
    <w:abstractNumId w:val="14"/>
  </w:num>
  <w:num w:numId="7" w16cid:durableId="1507936139">
    <w:abstractNumId w:val="11"/>
  </w:num>
  <w:num w:numId="8" w16cid:durableId="1651516770">
    <w:abstractNumId w:val="14"/>
  </w:num>
  <w:num w:numId="9" w16cid:durableId="1335569330">
    <w:abstractNumId w:val="0"/>
  </w:num>
  <w:num w:numId="10" w16cid:durableId="974212470">
    <w:abstractNumId w:val="14"/>
  </w:num>
  <w:num w:numId="11" w16cid:durableId="2084909714">
    <w:abstractNumId w:val="24"/>
  </w:num>
  <w:num w:numId="12" w16cid:durableId="2090879280">
    <w:abstractNumId w:val="27"/>
  </w:num>
  <w:num w:numId="13" w16cid:durableId="1326974487">
    <w:abstractNumId w:val="23"/>
  </w:num>
  <w:num w:numId="14" w16cid:durableId="1306742220">
    <w:abstractNumId w:val="12"/>
  </w:num>
  <w:num w:numId="15" w16cid:durableId="110560208">
    <w:abstractNumId w:val="25"/>
  </w:num>
  <w:num w:numId="16" w16cid:durableId="269822905">
    <w:abstractNumId w:val="30"/>
  </w:num>
  <w:num w:numId="17" w16cid:durableId="234438175">
    <w:abstractNumId w:val="32"/>
  </w:num>
  <w:num w:numId="18" w16cid:durableId="1443844778">
    <w:abstractNumId w:val="26"/>
  </w:num>
  <w:num w:numId="19" w16cid:durableId="178932119">
    <w:abstractNumId w:val="1"/>
  </w:num>
  <w:num w:numId="20" w16cid:durableId="269514312">
    <w:abstractNumId w:val="2"/>
  </w:num>
  <w:num w:numId="21" w16cid:durableId="2029211450">
    <w:abstractNumId w:val="18"/>
  </w:num>
  <w:num w:numId="22" w16cid:durableId="319818582">
    <w:abstractNumId w:val="6"/>
  </w:num>
  <w:num w:numId="23" w16cid:durableId="2099593167">
    <w:abstractNumId w:val="21"/>
  </w:num>
  <w:num w:numId="24" w16cid:durableId="2125418284">
    <w:abstractNumId w:val="31"/>
  </w:num>
  <w:num w:numId="25" w16cid:durableId="1649355932">
    <w:abstractNumId w:val="10"/>
  </w:num>
  <w:num w:numId="26" w16cid:durableId="275718008">
    <w:abstractNumId w:val="13"/>
  </w:num>
  <w:num w:numId="27" w16cid:durableId="743377706">
    <w:abstractNumId w:val="28"/>
  </w:num>
  <w:num w:numId="28" w16cid:durableId="1301115058">
    <w:abstractNumId w:val="15"/>
  </w:num>
  <w:num w:numId="29" w16cid:durableId="787242714">
    <w:abstractNumId w:val="4"/>
  </w:num>
  <w:num w:numId="30" w16cid:durableId="1552812368">
    <w:abstractNumId w:val="8"/>
  </w:num>
  <w:num w:numId="31" w16cid:durableId="1506749738">
    <w:abstractNumId w:val="22"/>
  </w:num>
  <w:num w:numId="32" w16cid:durableId="64451877">
    <w:abstractNumId w:val="29"/>
  </w:num>
  <w:num w:numId="33" w16cid:durableId="159546460">
    <w:abstractNumId w:val="7"/>
  </w:num>
  <w:num w:numId="34" w16cid:durableId="598680465">
    <w:abstractNumId w:val="16"/>
  </w:num>
  <w:num w:numId="35" w16cid:durableId="395860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50E3"/>
    <w:rsid w:val="000424F4"/>
    <w:rsid w:val="00056379"/>
    <w:rsid w:val="0006784D"/>
    <w:rsid w:val="0009136B"/>
    <w:rsid w:val="000A41FB"/>
    <w:rsid w:val="000B6932"/>
    <w:rsid w:val="000C52FA"/>
    <w:rsid w:val="000D1384"/>
    <w:rsid w:val="000D4C50"/>
    <w:rsid w:val="000F7A52"/>
    <w:rsid w:val="00103A0D"/>
    <w:rsid w:val="00110D5E"/>
    <w:rsid w:val="00117A0E"/>
    <w:rsid w:val="001441C6"/>
    <w:rsid w:val="001450AB"/>
    <w:rsid w:val="001620E3"/>
    <w:rsid w:val="00171DAE"/>
    <w:rsid w:val="00177613"/>
    <w:rsid w:val="00195A49"/>
    <w:rsid w:val="001A5581"/>
    <w:rsid w:val="001D365F"/>
    <w:rsid w:val="001E6403"/>
    <w:rsid w:val="001F782F"/>
    <w:rsid w:val="00201827"/>
    <w:rsid w:val="0023000E"/>
    <w:rsid w:val="002346C2"/>
    <w:rsid w:val="00243D1E"/>
    <w:rsid w:val="002522C8"/>
    <w:rsid w:val="00264BCF"/>
    <w:rsid w:val="0028448D"/>
    <w:rsid w:val="002862D2"/>
    <w:rsid w:val="002B5D63"/>
    <w:rsid w:val="002F7EEA"/>
    <w:rsid w:val="00301015"/>
    <w:rsid w:val="00304518"/>
    <w:rsid w:val="003333BC"/>
    <w:rsid w:val="00344430"/>
    <w:rsid w:val="00350CA2"/>
    <w:rsid w:val="003524C7"/>
    <w:rsid w:val="00357812"/>
    <w:rsid w:val="00365710"/>
    <w:rsid w:val="00372ECE"/>
    <w:rsid w:val="003B0FFE"/>
    <w:rsid w:val="003B7010"/>
    <w:rsid w:val="003D4BE3"/>
    <w:rsid w:val="00416C8E"/>
    <w:rsid w:val="004272FC"/>
    <w:rsid w:val="00433C12"/>
    <w:rsid w:val="0044592F"/>
    <w:rsid w:val="00447EFC"/>
    <w:rsid w:val="00452CD1"/>
    <w:rsid w:val="004706FD"/>
    <w:rsid w:val="0047179B"/>
    <w:rsid w:val="00472C4E"/>
    <w:rsid w:val="00474537"/>
    <w:rsid w:val="0048382E"/>
    <w:rsid w:val="004F1A26"/>
    <w:rsid w:val="005235FA"/>
    <w:rsid w:val="00525BAE"/>
    <w:rsid w:val="00530F9B"/>
    <w:rsid w:val="005315F1"/>
    <w:rsid w:val="00533883"/>
    <w:rsid w:val="00536743"/>
    <w:rsid w:val="00537E4C"/>
    <w:rsid w:val="0054295B"/>
    <w:rsid w:val="00562E55"/>
    <w:rsid w:val="00566A97"/>
    <w:rsid w:val="00570E67"/>
    <w:rsid w:val="00575AA2"/>
    <w:rsid w:val="00584984"/>
    <w:rsid w:val="005A0BE3"/>
    <w:rsid w:val="005C61B9"/>
    <w:rsid w:val="005D76CA"/>
    <w:rsid w:val="005E1169"/>
    <w:rsid w:val="006015C2"/>
    <w:rsid w:val="006040F5"/>
    <w:rsid w:val="00610639"/>
    <w:rsid w:val="00620C00"/>
    <w:rsid w:val="0063672C"/>
    <w:rsid w:val="00665813"/>
    <w:rsid w:val="006B218C"/>
    <w:rsid w:val="006B29B1"/>
    <w:rsid w:val="006C14CB"/>
    <w:rsid w:val="006C2BE4"/>
    <w:rsid w:val="006D044B"/>
    <w:rsid w:val="006D0FFA"/>
    <w:rsid w:val="006D4FDF"/>
    <w:rsid w:val="006D5B0E"/>
    <w:rsid w:val="006E5C4B"/>
    <w:rsid w:val="006E6F9C"/>
    <w:rsid w:val="006F1812"/>
    <w:rsid w:val="006F6AB3"/>
    <w:rsid w:val="00702BF6"/>
    <w:rsid w:val="00710BB8"/>
    <w:rsid w:val="00727388"/>
    <w:rsid w:val="0073789C"/>
    <w:rsid w:val="00745AB1"/>
    <w:rsid w:val="0074712F"/>
    <w:rsid w:val="00754200"/>
    <w:rsid w:val="00757AC7"/>
    <w:rsid w:val="00782096"/>
    <w:rsid w:val="007B5BA3"/>
    <w:rsid w:val="007C2323"/>
    <w:rsid w:val="007D5EC7"/>
    <w:rsid w:val="007E6E02"/>
    <w:rsid w:val="007E7665"/>
    <w:rsid w:val="007F4841"/>
    <w:rsid w:val="008014DD"/>
    <w:rsid w:val="0080323F"/>
    <w:rsid w:val="00815AA3"/>
    <w:rsid w:val="00830828"/>
    <w:rsid w:val="00833DBE"/>
    <w:rsid w:val="00844BBC"/>
    <w:rsid w:val="008574C8"/>
    <w:rsid w:val="00867692"/>
    <w:rsid w:val="008804CB"/>
    <w:rsid w:val="00887902"/>
    <w:rsid w:val="008A2C0A"/>
    <w:rsid w:val="008B5587"/>
    <w:rsid w:val="008C2F88"/>
    <w:rsid w:val="008E5212"/>
    <w:rsid w:val="00904071"/>
    <w:rsid w:val="0090539C"/>
    <w:rsid w:val="009059BB"/>
    <w:rsid w:val="00923354"/>
    <w:rsid w:val="00931A8A"/>
    <w:rsid w:val="009353FB"/>
    <w:rsid w:val="00936F47"/>
    <w:rsid w:val="0094047C"/>
    <w:rsid w:val="00942B09"/>
    <w:rsid w:val="00992282"/>
    <w:rsid w:val="009943D8"/>
    <w:rsid w:val="0099452E"/>
    <w:rsid w:val="009A219D"/>
    <w:rsid w:val="009A6335"/>
    <w:rsid w:val="009A7549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24E1"/>
    <w:rsid w:val="00A13584"/>
    <w:rsid w:val="00A216E2"/>
    <w:rsid w:val="00A45BA6"/>
    <w:rsid w:val="00A62A77"/>
    <w:rsid w:val="00A743FF"/>
    <w:rsid w:val="00A82E78"/>
    <w:rsid w:val="00AC0741"/>
    <w:rsid w:val="00AC65D9"/>
    <w:rsid w:val="00AD05EC"/>
    <w:rsid w:val="00AD1706"/>
    <w:rsid w:val="00AF350C"/>
    <w:rsid w:val="00B406A9"/>
    <w:rsid w:val="00B7244F"/>
    <w:rsid w:val="00B7475F"/>
    <w:rsid w:val="00B8134D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874C8"/>
    <w:rsid w:val="00C93402"/>
    <w:rsid w:val="00C939B1"/>
    <w:rsid w:val="00CB1475"/>
    <w:rsid w:val="00CB6198"/>
    <w:rsid w:val="00CC31A7"/>
    <w:rsid w:val="00CE7C2F"/>
    <w:rsid w:val="00D061A5"/>
    <w:rsid w:val="00D178ED"/>
    <w:rsid w:val="00D17F30"/>
    <w:rsid w:val="00D2119B"/>
    <w:rsid w:val="00D229AF"/>
    <w:rsid w:val="00D26CF2"/>
    <w:rsid w:val="00D26FD9"/>
    <w:rsid w:val="00D40E57"/>
    <w:rsid w:val="00D440AE"/>
    <w:rsid w:val="00D44371"/>
    <w:rsid w:val="00D62BDF"/>
    <w:rsid w:val="00D73CAC"/>
    <w:rsid w:val="00D832BB"/>
    <w:rsid w:val="00D902A4"/>
    <w:rsid w:val="00DA3646"/>
    <w:rsid w:val="00DD2E16"/>
    <w:rsid w:val="00DE02E3"/>
    <w:rsid w:val="00DE1988"/>
    <w:rsid w:val="00DE5C0B"/>
    <w:rsid w:val="00E07577"/>
    <w:rsid w:val="00E17A38"/>
    <w:rsid w:val="00E27C61"/>
    <w:rsid w:val="00E36C49"/>
    <w:rsid w:val="00E42389"/>
    <w:rsid w:val="00E5632D"/>
    <w:rsid w:val="00E71D29"/>
    <w:rsid w:val="00E7391C"/>
    <w:rsid w:val="00E7784E"/>
    <w:rsid w:val="00E94BE3"/>
    <w:rsid w:val="00EA01C8"/>
    <w:rsid w:val="00EB33B9"/>
    <w:rsid w:val="00EC29FF"/>
    <w:rsid w:val="00ED24CF"/>
    <w:rsid w:val="00EF73E5"/>
    <w:rsid w:val="00F057D3"/>
    <w:rsid w:val="00F23021"/>
    <w:rsid w:val="00F233C3"/>
    <w:rsid w:val="00F50F65"/>
    <w:rsid w:val="00F53758"/>
    <w:rsid w:val="00F60A08"/>
    <w:rsid w:val="00FC78E5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6C934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7140C-9AE8-4A9B-8223-2F4017C4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52</TotalTime>
  <Pages>8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10415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20</cp:revision>
  <cp:lastPrinted>2013-11-14T13:48:00Z</cp:lastPrinted>
  <dcterms:created xsi:type="dcterms:W3CDTF">2025-12-02T07:39:00Z</dcterms:created>
  <dcterms:modified xsi:type="dcterms:W3CDTF">2025-12-22T12:59:00Z</dcterms:modified>
</cp:coreProperties>
</file>